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47B74" w14:textId="42D2C2D6" w:rsidR="00EF1B85" w:rsidRDefault="002509EF" w:rsidP="002509EF">
      <w:pPr>
        <w:pStyle w:val="Title"/>
      </w:pPr>
      <w:r>
        <w:t>Cover Page</w:t>
      </w:r>
    </w:p>
    <w:p w14:paraId="75B7C8D6" w14:textId="77777777" w:rsidR="00507D45" w:rsidRPr="00507D45" w:rsidRDefault="00507D45" w:rsidP="00507D45"/>
    <w:tbl>
      <w:tblPr>
        <w:tblStyle w:val="TableGrid"/>
        <w:tblW w:w="10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7920"/>
      </w:tblGrid>
      <w:tr w:rsidR="00507D45" w:rsidRPr="00507D45" w14:paraId="586A2330" w14:textId="77777777" w:rsidTr="00507D45">
        <w:tc>
          <w:tcPr>
            <w:tcW w:w="2155" w:type="dxa"/>
          </w:tcPr>
          <w:p w14:paraId="2C73C412" w14:textId="44CDA92C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Name:</w:t>
            </w:r>
          </w:p>
        </w:tc>
        <w:tc>
          <w:tcPr>
            <w:tcW w:w="7920" w:type="dxa"/>
          </w:tcPr>
          <w:p w14:paraId="7035BB94" w14:textId="56EEC683" w:rsidR="00507D45" w:rsidRPr="00507D45" w:rsidRDefault="00507D45" w:rsidP="00507D45">
            <w:pPr>
              <w:spacing w:line="276" w:lineRule="auto"/>
              <w:rPr>
                <w:rFonts w:cs="Times New Roman"/>
              </w:rPr>
            </w:pPr>
            <w:r w:rsidRPr="00507D45">
              <w:rPr>
                <w:rFonts w:cs="Times New Roman"/>
              </w:rPr>
              <w:t>Sudhakar</w:t>
            </w:r>
          </w:p>
        </w:tc>
      </w:tr>
      <w:tr w:rsidR="00507D45" w:rsidRPr="00507D45" w14:paraId="311E0E7A" w14:textId="77777777" w:rsidTr="00507D45">
        <w:tc>
          <w:tcPr>
            <w:tcW w:w="2155" w:type="dxa"/>
          </w:tcPr>
          <w:p w14:paraId="021682B8" w14:textId="691E2054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Gender</w:t>
            </w:r>
          </w:p>
        </w:tc>
        <w:tc>
          <w:tcPr>
            <w:tcW w:w="7920" w:type="dxa"/>
          </w:tcPr>
          <w:p w14:paraId="34A1754E" w14:textId="43CB37B1" w:rsidR="00507D45" w:rsidRPr="00507D45" w:rsidRDefault="00507D45" w:rsidP="00507D45">
            <w:pPr>
              <w:spacing w:line="276" w:lineRule="auto"/>
              <w:rPr>
                <w:rFonts w:cs="Times New Roman"/>
              </w:rPr>
            </w:pPr>
            <w:r w:rsidRPr="00507D45">
              <w:rPr>
                <w:rFonts w:cs="Times New Roman"/>
              </w:rPr>
              <w:t>Male</w:t>
            </w:r>
          </w:p>
        </w:tc>
      </w:tr>
      <w:tr w:rsidR="00507D45" w:rsidRPr="00507D45" w14:paraId="72EE2321" w14:textId="77777777" w:rsidTr="00507D45">
        <w:tc>
          <w:tcPr>
            <w:tcW w:w="2155" w:type="dxa"/>
          </w:tcPr>
          <w:p w14:paraId="506D1FD4" w14:textId="11B8D942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>Citizenship:</w:t>
            </w:r>
          </w:p>
        </w:tc>
        <w:tc>
          <w:tcPr>
            <w:tcW w:w="7920" w:type="dxa"/>
          </w:tcPr>
          <w:p w14:paraId="056AF2B8" w14:textId="0969157C" w:rsidR="00507D45" w:rsidRPr="00507D45" w:rsidRDefault="00507D45" w:rsidP="00507D45">
            <w:pPr>
              <w:spacing w:line="276" w:lineRule="auto"/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</w:pPr>
            <w:r w:rsidRPr="00507D45"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  <w:t>Indian</w:t>
            </w:r>
          </w:p>
        </w:tc>
      </w:tr>
      <w:tr w:rsidR="00507D45" w:rsidRPr="00507D45" w14:paraId="65946134" w14:textId="77777777" w:rsidTr="00507D45">
        <w:tc>
          <w:tcPr>
            <w:tcW w:w="2155" w:type="dxa"/>
          </w:tcPr>
          <w:p w14:paraId="7AD4BD2E" w14:textId="5F0B9128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Mailing Address:</w:t>
            </w:r>
          </w:p>
        </w:tc>
        <w:tc>
          <w:tcPr>
            <w:tcW w:w="7920" w:type="dxa"/>
          </w:tcPr>
          <w:p w14:paraId="4E6A7842" w14:textId="3EAD15D0" w:rsidR="00507D45" w:rsidRPr="00507D45" w:rsidRDefault="00507D45" w:rsidP="00507D45">
            <w:pPr>
              <w:spacing w:line="276" w:lineRule="auto"/>
              <w:rPr>
                <w:rFonts w:cs="Times New Roman"/>
              </w:rPr>
            </w:pPr>
            <w:r w:rsidRPr="00507D45">
              <w:rPr>
                <w:rFonts w:cs="Times New Roman"/>
              </w:rPr>
              <w:t xml:space="preserve">11B DDA MIG Flats, Pocket 6, </w:t>
            </w:r>
            <w:proofErr w:type="spellStart"/>
            <w:r w:rsidRPr="00507D45">
              <w:rPr>
                <w:rFonts w:cs="Times New Roman"/>
              </w:rPr>
              <w:t>Mayur</w:t>
            </w:r>
            <w:proofErr w:type="spellEnd"/>
            <w:r w:rsidRPr="00507D45">
              <w:rPr>
                <w:rFonts w:cs="Times New Roman"/>
              </w:rPr>
              <w:t xml:space="preserve"> </w:t>
            </w:r>
            <w:proofErr w:type="spellStart"/>
            <w:r w:rsidRPr="00507D45">
              <w:rPr>
                <w:rFonts w:cs="Times New Roman"/>
              </w:rPr>
              <w:t>Vihar</w:t>
            </w:r>
            <w:proofErr w:type="spellEnd"/>
            <w:r w:rsidRPr="00507D45">
              <w:rPr>
                <w:rFonts w:cs="Times New Roman"/>
              </w:rPr>
              <w:t xml:space="preserve"> Phase 3, New Delhi 110096</w:t>
            </w:r>
          </w:p>
        </w:tc>
      </w:tr>
      <w:tr w:rsidR="00507D45" w:rsidRPr="00507D45" w14:paraId="31B0CF81" w14:textId="77777777" w:rsidTr="00507D45">
        <w:tc>
          <w:tcPr>
            <w:tcW w:w="2155" w:type="dxa"/>
          </w:tcPr>
          <w:p w14:paraId="0861F0F2" w14:textId="7CFFB462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Email:</w:t>
            </w:r>
          </w:p>
        </w:tc>
        <w:tc>
          <w:tcPr>
            <w:tcW w:w="7920" w:type="dxa"/>
          </w:tcPr>
          <w:p w14:paraId="30651A5B" w14:textId="6524E075" w:rsidR="00507D45" w:rsidRPr="00507D45" w:rsidRDefault="002B47F2" w:rsidP="00507D45">
            <w:pPr>
              <w:spacing w:line="276" w:lineRule="auto"/>
              <w:rPr>
                <w:rFonts w:cs="Times New Roman"/>
              </w:rPr>
            </w:pPr>
            <w:hyperlink r:id="rId9" w:history="1">
              <w:r w:rsidR="00507D45" w:rsidRPr="00507D45">
                <w:rPr>
                  <w:rStyle w:val="Hyperlink"/>
                  <w:rFonts w:cs="Times New Roman"/>
                </w:rPr>
                <w:t>sudhak82_scs@jnu.ac.in/sudhkr@live.com</w:t>
              </w:r>
            </w:hyperlink>
            <w:r w:rsidR="00507D45" w:rsidRPr="00507D45">
              <w:rPr>
                <w:rFonts w:cs="Times New Roman"/>
              </w:rPr>
              <w:t>, Mobile: +91-8826104373</w:t>
            </w:r>
          </w:p>
        </w:tc>
      </w:tr>
      <w:tr w:rsidR="00507D45" w:rsidRPr="00507D45" w14:paraId="49CD9FE1" w14:textId="77777777" w:rsidTr="00507D45">
        <w:tc>
          <w:tcPr>
            <w:tcW w:w="2155" w:type="dxa"/>
          </w:tcPr>
          <w:p w14:paraId="0A7589EB" w14:textId="707B442A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Affiliation:</w:t>
            </w:r>
          </w:p>
        </w:tc>
        <w:tc>
          <w:tcPr>
            <w:tcW w:w="7920" w:type="dxa"/>
          </w:tcPr>
          <w:p w14:paraId="5A38A2E2" w14:textId="133A139C" w:rsidR="00507D45" w:rsidRPr="00507D45" w:rsidRDefault="00507D45" w:rsidP="00507D45">
            <w:pPr>
              <w:spacing w:line="276" w:lineRule="auto"/>
              <w:rPr>
                <w:rStyle w:val="Hyperlink"/>
                <w:rFonts w:cs="Times New Roman"/>
              </w:rPr>
            </w:pPr>
            <w:r w:rsidRPr="00507D45">
              <w:rPr>
                <w:rFonts w:cs="Times New Roman"/>
              </w:rPr>
              <w:t>School of Computer &amp; Systems Sciences, Jawaharlal Nehru University, New Delhi 110067</w:t>
            </w:r>
          </w:p>
        </w:tc>
      </w:tr>
      <w:tr w:rsidR="00507D45" w:rsidRPr="00507D45" w14:paraId="77F8017D" w14:textId="77777777" w:rsidTr="00507D45">
        <w:tc>
          <w:tcPr>
            <w:tcW w:w="2155" w:type="dxa"/>
          </w:tcPr>
          <w:p w14:paraId="33251E4B" w14:textId="005E0CC7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Home page:</w:t>
            </w:r>
          </w:p>
        </w:tc>
        <w:tc>
          <w:tcPr>
            <w:tcW w:w="7920" w:type="dxa"/>
          </w:tcPr>
          <w:p w14:paraId="32080015" w14:textId="515CDD05" w:rsidR="00507D45" w:rsidRPr="00507D45" w:rsidRDefault="002B47F2" w:rsidP="00507D45">
            <w:pPr>
              <w:spacing w:line="276" w:lineRule="auto"/>
              <w:rPr>
                <w:rFonts w:cs="Times New Roman"/>
              </w:rPr>
            </w:pPr>
            <w:hyperlink r:id="rId10" w:history="1">
              <w:r w:rsidR="00507D45" w:rsidRPr="00507D45">
                <w:rPr>
                  <w:rStyle w:val="Hyperlink"/>
                  <w:rFonts w:cs="Times New Roman"/>
                </w:rPr>
                <w:t>https://www.researchgate.net/profile/Sudhakar-K</w:t>
              </w:r>
            </w:hyperlink>
          </w:p>
        </w:tc>
      </w:tr>
      <w:tr w:rsidR="00507D45" w:rsidRPr="00507D45" w14:paraId="3027C1F1" w14:textId="77777777" w:rsidTr="00C10FD3">
        <w:tc>
          <w:tcPr>
            <w:tcW w:w="2155" w:type="dxa"/>
          </w:tcPr>
          <w:p w14:paraId="244F8CFC" w14:textId="788BBF64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>Expected graduation date:</w:t>
            </w:r>
          </w:p>
        </w:tc>
        <w:tc>
          <w:tcPr>
            <w:tcW w:w="7920" w:type="dxa"/>
            <w:vAlign w:val="center"/>
          </w:tcPr>
          <w:p w14:paraId="1AE07651" w14:textId="6CAF66CB" w:rsidR="00507D45" w:rsidRPr="00507D45" w:rsidRDefault="00507D45" w:rsidP="00C10FD3">
            <w:pPr>
              <w:spacing w:line="276" w:lineRule="auto"/>
              <w:jc w:val="left"/>
              <w:rPr>
                <w:rStyle w:val="Hyperlink"/>
                <w:rFonts w:cs="Times New Roman"/>
              </w:rPr>
            </w:pPr>
            <w:r w:rsidRPr="00507D45"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  <w:t>March 2022</w:t>
            </w:r>
          </w:p>
        </w:tc>
      </w:tr>
      <w:tr w:rsidR="00507D45" w:rsidRPr="00507D45" w14:paraId="2DD40EA6" w14:textId="77777777" w:rsidTr="00C10FD3">
        <w:trPr>
          <w:trHeight w:val="288"/>
        </w:trPr>
        <w:tc>
          <w:tcPr>
            <w:tcW w:w="2155" w:type="dxa"/>
          </w:tcPr>
          <w:p w14:paraId="14AE61F5" w14:textId="6FA46962" w:rsidR="00507D45" w:rsidRPr="00C10FD3" w:rsidRDefault="00507D45" w:rsidP="00507D45">
            <w:pPr>
              <w:spacing w:line="276" w:lineRule="auto"/>
              <w:jc w:val="right"/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>Advisor’s contact details:</w:t>
            </w:r>
          </w:p>
        </w:tc>
        <w:tc>
          <w:tcPr>
            <w:tcW w:w="7920" w:type="dxa"/>
            <w:vAlign w:val="center"/>
          </w:tcPr>
          <w:p w14:paraId="00F0B81E" w14:textId="56805F76" w:rsidR="00507D45" w:rsidRPr="00507D45" w:rsidRDefault="00507D45" w:rsidP="00C10FD3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</w:pPr>
            <w:r w:rsidRPr="00507D45"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  <w:t>Dr. Sushil Kumar, Assistant professor</w:t>
            </w:r>
          </w:p>
        </w:tc>
      </w:tr>
      <w:tr w:rsidR="00507D45" w:rsidRPr="00507D45" w14:paraId="291A4BC1" w14:textId="77777777" w:rsidTr="00507D45">
        <w:tc>
          <w:tcPr>
            <w:tcW w:w="2155" w:type="dxa"/>
          </w:tcPr>
          <w:p w14:paraId="0AD69C9C" w14:textId="27353C5A" w:rsidR="00507D45" w:rsidRPr="00C10FD3" w:rsidRDefault="00507D45" w:rsidP="00507D45">
            <w:pPr>
              <w:spacing w:line="276" w:lineRule="auto"/>
              <w:jc w:val="right"/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</w:pPr>
            <w:r w:rsidRPr="00C10FD3">
              <w:rPr>
                <w:rFonts w:cs="Times New Roman"/>
                <w:b/>
              </w:rPr>
              <w:t>Affiliation:</w:t>
            </w:r>
          </w:p>
        </w:tc>
        <w:tc>
          <w:tcPr>
            <w:tcW w:w="7920" w:type="dxa"/>
          </w:tcPr>
          <w:p w14:paraId="6642BB5A" w14:textId="405918CB" w:rsidR="00507D45" w:rsidRPr="00507D45" w:rsidRDefault="00507D45" w:rsidP="00507D45">
            <w:pPr>
              <w:spacing w:line="276" w:lineRule="auto"/>
              <w:rPr>
                <w:rFonts w:eastAsia="Times New Roman" w:cs="Times New Roman"/>
                <w:color w:val="000000"/>
                <w:spacing w:val="6"/>
                <w:szCs w:val="24"/>
                <w:lang w:eastAsia="en-US"/>
              </w:rPr>
            </w:pPr>
            <w:r w:rsidRPr="00507D45">
              <w:rPr>
                <w:rFonts w:cs="Times New Roman"/>
              </w:rPr>
              <w:t>School of Computer &amp; Systems Sciences, Jawaharlal Nehru University, New Delhi 110067</w:t>
            </w:r>
          </w:p>
        </w:tc>
      </w:tr>
      <w:tr w:rsidR="00507D45" w:rsidRPr="00507D45" w14:paraId="54165B24" w14:textId="77777777" w:rsidTr="00507D45">
        <w:tc>
          <w:tcPr>
            <w:tcW w:w="2155" w:type="dxa"/>
          </w:tcPr>
          <w:p w14:paraId="16FD58A7" w14:textId="78B35FBF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cs="Times New Roman"/>
                <w:b/>
              </w:rPr>
              <w:t>Mailing Address:</w:t>
            </w:r>
          </w:p>
        </w:tc>
        <w:tc>
          <w:tcPr>
            <w:tcW w:w="7920" w:type="dxa"/>
          </w:tcPr>
          <w:p w14:paraId="103ECB9F" w14:textId="266E037C" w:rsidR="00507D45" w:rsidRPr="00507D45" w:rsidRDefault="00BE7458" w:rsidP="00507D45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Lab 201, </w:t>
            </w:r>
            <w:r w:rsidRPr="00507D45">
              <w:rPr>
                <w:rFonts w:cs="Times New Roman"/>
              </w:rPr>
              <w:t>School of Computer &amp; Systems Sciences, Jawaharlal Nehru University, New Delhi 110067</w:t>
            </w:r>
          </w:p>
        </w:tc>
      </w:tr>
      <w:tr w:rsidR="00507D45" w:rsidRPr="00507D45" w14:paraId="636D9013" w14:textId="77777777" w:rsidTr="00507D45">
        <w:tc>
          <w:tcPr>
            <w:tcW w:w="2155" w:type="dxa"/>
          </w:tcPr>
          <w:p w14:paraId="711035EA" w14:textId="28144590" w:rsidR="00507D45" w:rsidRPr="00C10FD3" w:rsidRDefault="00507D45" w:rsidP="00507D45">
            <w:pPr>
              <w:spacing w:line="276" w:lineRule="auto"/>
              <w:jc w:val="right"/>
              <w:rPr>
                <w:rFonts w:cs="Times New Roman"/>
                <w:b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>Email:</w:t>
            </w:r>
          </w:p>
        </w:tc>
        <w:tc>
          <w:tcPr>
            <w:tcW w:w="7920" w:type="dxa"/>
          </w:tcPr>
          <w:p w14:paraId="15F14194" w14:textId="46E3B144" w:rsidR="00507D45" w:rsidRPr="00507D45" w:rsidRDefault="002B47F2" w:rsidP="00507D45">
            <w:pPr>
              <w:spacing w:line="276" w:lineRule="auto"/>
              <w:rPr>
                <w:rFonts w:cs="Times New Roman"/>
              </w:rPr>
            </w:pPr>
            <w:hyperlink r:id="rId11">
              <w:r w:rsidR="00507D45" w:rsidRPr="00507D45">
                <w:rPr>
                  <w:rStyle w:val="Hyperlink"/>
                  <w:rFonts w:cs="Times New Roman"/>
                </w:rPr>
                <w:t>skdohare@mail.jnu.ac.in</w:t>
              </w:r>
            </w:hyperlink>
          </w:p>
        </w:tc>
      </w:tr>
      <w:tr w:rsidR="00507D45" w:rsidRPr="00507D45" w14:paraId="642FA2FE" w14:textId="77777777" w:rsidTr="00507D45">
        <w:tc>
          <w:tcPr>
            <w:tcW w:w="2155" w:type="dxa"/>
          </w:tcPr>
          <w:p w14:paraId="0034DB00" w14:textId="700F9D50" w:rsidR="00507D45" w:rsidRPr="00C10FD3" w:rsidRDefault="00507D45" w:rsidP="00507D45">
            <w:pPr>
              <w:spacing w:line="276" w:lineRule="auto"/>
              <w:jc w:val="right"/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 xml:space="preserve">Keywords: </w:t>
            </w:r>
          </w:p>
        </w:tc>
        <w:tc>
          <w:tcPr>
            <w:tcW w:w="7920" w:type="dxa"/>
          </w:tcPr>
          <w:p w14:paraId="06C239CA" w14:textId="10C2ECEA" w:rsidR="00507D45" w:rsidRPr="00C10FD3" w:rsidRDefault="00C10FD3" w:rsidP="001C3FD9">
            <w:pPr>
              <w:spacing w:line="276" w:lineRule="auto"/>
              <w:rPr>
                <w:rStyle w:val="Hyperlink"/>
                <w:rFonts w:cs="Times New Roman"/>
                <w:color w:val="auto"/>
                <w:u w:val="none"/>
              </w:rPr>
            </w:pPr>
            <w:r w:rsidRPr="00C10FD3">
              <w:rPr>
                <w:rStyle w:val="Hyperlink"/>
                <w:rFonts w:cs="Times New Roman"/>
                <w:color w:val="auto"/>
                <w:u w:val="none"/>
              </w:rPr>
              <w:t xml:space="preserve">Cybersecurity, </w:t>
            </w:r>
            <w:r>
              <w:rPr>
                <w:rStyle w:val="Hyperlink"/>
                <w:rFonts w:cs="Times New Roman"/>
                <w:color w:val="auto"/>
                <w:u w:val="none"/>
              </w:rPr>
              <w:t xml:space="preserve">Malware classification, </w:t>
            </w:r>
            <w:r w:rsidR="001C3FD9">
              <w:rPr>
                <w:rStyle w:val="Hyperlink"/>
                <w:rFonts w:cs="Times New Roman"/>
                <w:color w:val="auto"/>
                <w:u w:val="none"/>
              </w:rPr>
              <w:t xml:space="preserve">Intrusion detection, Botnet detection, </w:t>
            </w:r>
            <w:r>
              <w:rPr>
                <w:rStyle w:val="Hyperlink"/>
                <w:rFonts w:cs="Times New Roman"/>
                <w:color w:val="auto"/>
                <w:u w:val="none"/>
              </w:rPr>
              <w:t>M</w:t>
            </w:r>
            <w:r w:rsidR="001C3FD9">
              <w:rPr>
                <w:rStyle w:val="Hyperlink"/>
                <w:rFonts w:cs="Times New Roman"/>
                <w:color w:val="auto"/>
                <w:u w:val="none"/>
              </w:rPr>
              <w:t>achine learning, Deep learning</w:t>
            </w:r>
          </w:p>
        </w:tc>
      </w:tr>
      <w:tr w:rsidR="00507D45" w:rsidRPr="00507D45" w14:paraId="5E672711" w14:textId="77777777" w:rsidTr="00507D45">
        <w:tc>
          <w:tcPr>
            <w:tcW w:w="2155" w:type="dxa"/>
          </w:tcPr>
          <w:p w14:paraId="1F77C0FD" w14:textId="5636F145" w:rsidR="00507D45" w:rsidRPr="00C10FD3" w:rsidRDefault="00507D45" w:rsidP="00507D45">
            <w:pPr>
              <w:spacing w:line="276" w:lineRule="auto"/>
              <w:jc w:val="right"/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</w:pPr>
            <w:r w:rsidRPr="00C10FD3">
              <w:rPr>
                <w:rFonts w:eastAsia="Times New Roman" w:cs="Times New Roman"/>
                <w:b/>
                <w:color w:val="000000"/>
                <w:spacing w:val="6"/>
                <w:szCs w:val="24"/>
                <w:lang w:eastAsia="en-US"/>
              </w:rPr>
              <w:t>Mentors:</w:t>
            </w:r>
          </w:p>
        </w:tc>
        <w:tc>
          <w:tcPr>
            <w:tcW w:w="7920" w:type="dxa"/>
          </w:tcPr>
          <w:p w14:paraId="472014B1" w14:textId="77777777" w:rsidR="006E43B3" w:rsidRPr="006E43B3" w:rsidRDefault="006E43B3" w:rsidP="006E43B3">
            <w:pPr>
              <w:rPr>
                <w:rStyle w:val="Hyperlink"/>
                <w:rFonts w:cs="Times New Roman"/>
                <w:color w:val="auto"/>
                <w:u w:val="none"/>
              </w:rPr>
            </w:pPr>
            <w:r w:rsidRPr="006E43B3">
              <w:rPr>
                <w:rStyle w:val="Hyperlink"/>
                <w:rFonts w:cs="Times New Roman"/>
                <w:color w:val="auto"/>
                <w:u w:val="none"/>
              </w:rPr>
              <w:t>Aniya Aggarwal, IBM Research, India</w:t>
            </w:r>
          </w:p>
          <w:p w14:paraId="34C6A0EB" w14:textId="77777777" w:rsidR="006E43B3" w:rsidRPr="006E43B3" w:rsidRDefault="006E43B3" w:rsidP="006E43B3">
            <w:pPr>
              <w:rPr>
                <w:rStyle w:val="Hyperlink"/>
                <w:rFonts w:cs="Times New Roman"/>
                <w:color w:val="auto"/>
                <w:u w:val="none"/>
              </w:rPr>
            </w:pP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Manoj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 xml:space="preserve"> </w:t>
            </w: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Chinnakotla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, Microsoft, India</w:t>
            </w:r>
          </w:p>
          <w:p w14:paraId="43183050" w14:textId="77777777" w:rsidR="006E43B3" w:rsidRPr="006E43B3" w:rsidRDefault="006E43B3" w:rsidP="006E43B3">
            <w:pPr>
              <w:rPr>
                <w:rStyle w:val="Hyperlink"/>
                <w:rFonts w:cs="Times New Roman"/>
                <w:color w:val="auto"/>
                <w:u w:val="none"/>
              </w:rPr>
            </w:pP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Atri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 xml:space="preserve"> Mandal, IBM research, India</w:t>
            </w:r>
          </w:p>
          <w:p w14:paraId="120237D8" w14:textId="77777777" w:rsidR="006E43B3" w:rsidRPr="006E43B3" w:rsidRDefault="006E43B3" w:rsidP="006E43B3">
            <w:pPr>
              <w:rPr>
                <w:rStyle w:val="Hyperlink"/>
                <w:rFonts w:cs="Times New Roman"/>
                <w:color w:val="auto"/>
                <w:u w:val="none"/>
              </w:rPr>
            </w:pPr>
            <w:r w:rsidRPr="006E43B3">
              <w:rPr>
                <w:rStyle w:val="Hyperlink"/>
                <w:rFonts w:cs="Times New Roman"/>
                <w:color w:val="auto"/>
                <w:u w:val="none"/>
              </w:rPr>
              <w:t xml:space="preserve">Konstantinos </w:t>
            </w: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Karanasos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, Microsoft, United States</w:t>
            </w:r>
          </w:p>
          <w:p w14:paraId="503362EE" w14:textId="7A251795" w:rsidR="00507D45" w:rsidRPr="00507D45" w:rsidRDefault="006E43B3" w:rsidP="006E43B3">
            <w:pPr>
              <w:rPr>
                <w:rStyle w:val="Hyperlink"/>
                <w:rFonts w:cs="Times New Roman"/>
              </w:rPr>
            </w:pP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Jyoti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 xml:space="preserve"> </w:t>
            </w:r>
            <w:proofErr w:type="spellStart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Leeka</w:t>
            </w:r>
            <w:proofErr w:type="spellEnd"/>
            <w:r w:rsidRPr="006E43B3">
              <w:rPr>
                <w:rStyle w:val="Hyperlink"/>
                <w:rFonts w:cs="Times New Roman"/>
                <w:color w:val="auto"/>
                <w:u w:val="none"/>
              </w:rPr>
              <w:t>, Microsoft</w:t>
            </w:r>
          </w:p>
        </w:tc>
      </w:tr>
    </w:tbl>
    <w:p w14:paraId="6B0F3E37" w14:textId="48CFD3F4" w:rsidR="00C359B0" w:rsidRDefault="00C359B0">
      <w:pPr>
        <w:spacing w:before="0" w:line="259" w:lineRule="auto"/>
        <w:jc w:val="left"/>
      </w:pPr>
      <w:bookmarkStart w:id="0" w:name="_GoBack"/>
      <w:bookmarkEnd w:id="0"/>
    </w:p>
    <w:sectPr w:rsidR="00C359B0" w:rsidSect="00DF10DF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8B57F" w14:textId="77777777" w:rsidR="002B47F2" w:rsidRDefault="002B47F2">
      <w:pPr>
        <w:spacing w:after="0"/>
      </w:pPr>
      <w:r>
        <w:separator/>
      </w:r>
    </w:p>
  </w:endnote>
  <w:endnote w:type="continuationSeparator" w:id="0">
    <w:p w14:paraId="50074EFB" w14:textId="77777777" w:rsidR="002B47F2" w:rsidRDefault="002B47F2">
      <w:pPr>
        <w:spacing w:after="0"/>
      </w:pPr>
      <w:r>
        <w:continuationSeparator/>
      </w:r>
    </w:p>
  </w:endnote>
  <w:endnote w:type="continuationNotice" w:id="1">
    <w:p w14:paraId="6608F4BB" w14:textId="77777777" w:rsidR="002B47F2" w:rsidRDefault="002B47F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GGothicM">
    <w:altName w:val="MS Gothic"/>
    <w:charset w:val="80"/>
    <w:family w:val="modern"/>
    <w:pitch w:val="fixed"/>
    <w:sig w:usb0="00000000" w:usb1="28C76CF8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NewPS-BoldMT">
    <w:altName w:val="Times New Roman"/>
    <w:panose1 w:val="00000000000000000000"/>
    <w:charset w:val="00"/>
    <w:family w:val="roman"/>
    <w:notTrueType/>
    <w:pitch w:val="default"/>
  </w:font>
  <w:font w:name="CourierNew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336426"/>
      <w:docPartObj>
        <w:docPartGallery w:val="Page Numbers (Bottom of Page)"/>
        <w:docPartUnique/>
      </w:docPartObj>
    </w:sdtPr>
    <w:sdtEndPr/>
    <w:sdtContent>
      <w:p w14:paraId="7DCC9022" w14:textId="44CDCFCF" w:rsidR="00DB004C" w:rsidRDefault="00DB004C">
        <w:pPr>
          <w:pStyle w:val="Footer"/>
        </w:pPr>
        <w:r>
          <w:rPr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401A99D3" wp14:editId="7D53912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904517296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14:paraId="578C18F4" w14:textId="77777777" w:rsidR="00DB004C" w:rsidRDefault="00DB004C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rPr>
                                          <w:rFonts w:asciiTheme="minorHAnsi" w:hAnsiTheme="minorHAnsi" w:cs="Times New Roman"/>
                                          <w:sz w:val="22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rPr>
                                          <w:rFonts w:asciiTheme="minorHAnsi" w:hAnsiTheme="minorHAnsi" w:cs="Times New Roman"/>
                                          <w:sz w:val="22"/>
                                        </w:rPr>
                                        <w:fldChar w:fldCharType="separate"/>
                                      </w:r>
                                      <w:r w:rsidR="00725FD9" w:rsidRPr="00725FD9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1A99D3" id="Rectangle 2" o:spid="_x0000_s1026" style="position:absolute;left:0;text-align:left;margin-left:0;margin-top:0;width:60pt;height:70.5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M+Ln8CDAgAA&#10;BQUAAA4AAAAAAAAAAAAAAAAALgIAAGRycy9lMm9Eb2MueG1sUEsBAi0AFAAGAAgAAAAhAGzVH9PZ&#10;AAAABQEAAA8AAAAAAAAAAAAAAAAA3QQAAGRycy9kb3ducmV2LnhtbFBLBQYAAAAABAAEAPMAAADj&#10;BQAA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904517296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14:paraId="578C18F4" w14:textId="77777777" w:rsidR="00DB004C" w:rsidRDefault="00DB004C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inorHAnsi" w:hAnsiTheme="minorHAnsi" w:cs="Times New Roman"/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rPr>
                                    <w:rFonts w:asciiTheme="minorHAnsi" w:hAnsiTheme="minorHAnsi" w:cs="Times New Roman"/>
                                    <w:sz w:val="22"/>
                                  </w:rPr>
                                  <w:fldChar w:fldCharType="separate"/>
                                </w:r>
                                <w:r w:rsidR="00725FD9" w:rsidRPr="00725FD9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A20DB" w14:textId="77777777" w:rsidR="002B47F2" w:rsidRDefault="002B47F2">
      <w:pPr>
        <w:spacing w:after="0"/>
      </w:pPr>
      <w:r>
        <w:separator/>
      </w:r>
    </w:p>
  </w:footnote>
  <w:footnote w:type="continuationSeparator" w:id="0">
    <w:p w14:paraId="0F7E23E0" w14:textId="77777777" w:rsidR="002B47F2" w:rsidRDefault="002B47F2">
      <w:pPr>
        <w:spacing w:after="0"/>
      </w:pPr>
      <w:r>
        <w:continuationSeparator/>
      </w:r>
    </w:p>
  </w:footnote>
  <w:footnote w:type="continuationNotice" w:id="1">
    <w:p w14:paraId="3F0056DC" w14:textId="77777777" w:rsidR="002B47F2" w:rsidRDefault="002B47F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00DB004C" w14:paraId="244FB512" w14:textId="77777777" w:rsidTr="4BD13614">
      <w:tc>
        <w:tcPr>
          <w:tcW w:w="3360" w:type="dxa"/>
        </w:tcPr>
        <w:p w14:paraId="513495E0" w14:textId="16DCC1C8" w:rsidR="00DB004C" w:rsidRDefault="00DB004C" w:rsidP="4BD13614">
          <w:pPr>
            <w:pStyle w:val="Header"/>
            <w:ind w:left="-115"/>
            <w:jc w:val="left"/>
          </w:pPr>
        </w:p>
      </w:tc>
      <w:tc>
        <w:tcPr>
          <w:tcW w:w="3360" w:type="dxa"/>
        </w:tcPr>
        <w:p w14:paraId="6B8997FA" w14:textId="3D6A70AD" w:rsidR="00DB004C" w:rsidRDefault="00DB004C" w:rsidP="4BD13614">
          <w:pPr>
            <w:pStyle w:val="Header"/>
            <w:jc w:val="center"/>
          </w:pPr>
        </w:p>
      </w:tc>
      <w:tc>
        <w:tcPr>
          <w:tcW w:w="3360" w:type="dxa"/>
        </w:tcPr>
        <w:p w14:paraId="7BF54DB2" w14:textId="682BF818" w:rsidR="00DB004C" w:rsidRDefault="00DB004C" w:rsidP="4BD13614">
          <w:pPr>
            <w:pStyle w:val="Header"/>
            <w:ind w:right="-115"/>
            <w:jc w:val="right"/>
          </w:pPr>
        </w:p>
      </w:tc>
    </w:tr>
  </w:tbl>
  <w:p w14:paraId="6AA81C68" w14:textId="3FB794C7" w:rsidR="00DB004C" w:rsidRDefault="00DB004C" w:rsidP="4BD136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86185"/>
    <w:multiLevelType w:val="hybridMultilevel"/>
    <w:tmpl w:val="FE5A5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73AD"/>
    <w:multiLevelType w:val="multilevel"/>
    <w:tmpl w:val="1210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F041A"/>
    <w:multiLevelType w:val="multilevel"/>
    <w:tmpl w:val="0634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D651F2"/>
    <w:multiLevelType w:val="hybridMultilevel"/>
    <w:tmpl w:val="FFFFFFFF"/>
    <w:lvl w:ilvl="0" w:tplc="F01A9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4AC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22A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98BE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40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1AFF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E4C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E20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F4D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A52F2"/>
    <w:multiLevelType w:val="multilevel"/>
    <w:tmpl w:val="79EA676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000000" w:themeColor="text1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color w:val="000000" w:themeColor="text1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color w:val="1CADE4" w:themeColor="accent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color w:val="1CADE4" w:themeColor="accent1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color w:val="1CADE4" w:themeColor="accent1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color w:val="1CADE4" w:themeColor="accent1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color w:val="1CADE4" w:themeColor="accent1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color w:val="1CADE4" w:themeColor="accent1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color w:val="1CADE4" w:themeColor="accent1"/>
      </w:rPr>
    </w:lvl>
  </w:abstractNum>
  <w:abstractNum w:abstractNumId="5" w15:restartNumberingAfterBreak="0">
    <w:nsid w:val="68972E53"/>
    <w:multiLevelType w:val="hybridMultilevel"/>
    <w:tmpl w:val="5DBC4864"/>
    <w:lvl w:ilvl="0" w:tplc="9A2C0D9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B2F69"/>
    <w:multiLevelType w:val="hybridMultilevel"/>
    <w:tmpl w:val="005E8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wNDczNzU1MjQ3sjA2MDJV0lEKTi0uzszPAykwM6gFAAaWExEtAAAA"/>
  </w:docVars>
  <w:rsids>
    <w:rsidRoot w:val="007D4885"/>
    <w:rsid w:val="00001F27"/>
    <w:rsid w:val="000038A2"/>
    <w:rsid w:val="00004C06"/>
    <w:rsid w:val="000223C4"/>
    <w:rsid w:val="00024E47"/>
    <w:rsid w:val="000258D4"/>
    <w:rsid w:val="00025EF7"/>
    <w:rsid w:val="00034175"/>
    <w:rsid w:val="0003699D"/>
    <w:rsid w:val="0004233F"/>
    <w:rsid w:val="00043417"/>
    <w:rsid w:val="000521F4"/>
    <w:rsid w:val="0005317B"/>
    <w:rsid w:val="00053A05"/>
    <w:rsid w:val="0005576D"/>
    <w:rsid w:val="0005630A"/>
    <w:rsid w:val="00057164"/>
    <w:rsid w:val="00060356"/>
    <w:rsid w:val="00060F48"/>
    <w:rsid w:val="00066C3D"/>
    <w:rsid w:val="00067679"/>
    <w:rsid w:val="000707F8"/>
    <w:rsid w:val="00075300"/>
    <w:rsid w:val="00076181"/>
    <w:rsid w:val="000841AD"/>
    <w:rsid w:val="00090051"/>
    <w:rsid w:val="000902DE"/>
    <w:rsid w:val="00090B4B"/>
    <w:rsid w:val="00091422"/>
    <w:rsid w:val="00091B7A"/>
    <w:rsid w:val="000927C2"/>
    <w:rsid w:val="00092845"/>
    <w:rsid w:val="00092F2B"/>
    <w:rsid w:val="00094458"/>
    <w:rsid w:val="00094922"/>
    <w:rsid w:val="0009587D"/>
    <w:rsid w:val="00095ED1"/>
    <w:rsid w:val="00097CF8"/>
    <w:rsid w:val="00097E53"/>
    <w:rsid w:val="000A1B0E"/>
    <w:rsid w:val="000A218D"/>
    <w:rsid w:val="000A2631"/>
    <w:rsid w:val="000A33A4"/>
    <w:rsid w:val="000A57B0"/>
    <w:rsid w:val="000A7326"/>
    <w:rsid w:val="000B232C"/>
    <w:rsid w:val="000B4ACF"/>
    <w:rsid w:val="000C180A"/>
    <w:rsid w:val="000C4D04"/>
    <w:rsid w:val="000D0A44"/>
    <w:rsid w:val="000D0BB7"/>
    <w:rsid w:val="000D2969"/>
    <w:rsid w:val="000D2C67"/>
    <w:rsid w:val="000D3D82"/>
    <w:rsid w:val="000E1342"/>
    <w:rsid w:val="000E24B3"/>
    <w:rsid w:val="000E6402"/>
    <w:rsid w:val="000E679F"/>
    <w:rsid w:val="000E7D95"/>
    <w:rsid w:val="000F3277"/>
    <w:rsid w:val="000F3FD4"/>
    <w:rsid w:val="000F7079"/>
    <w:rsid w:val="000F7447"/>
    <w:rsid w:val="000F7BFA"/>
    <w:rsid w:val="000F7FD3"/>
    <w:rsid w:val="001000BF"/>
    <w:rsid w:val="00101C72"/>
    <w:rsid w:val="0010233E"/>
    <w:rsid w:val="001029DE"/>
    <w:rsid w:val="00102E77"/>
    <w:rsid w:val="00103934"/>
    <w:rsid w:val="00103EA3"/>
    <w:rsid w:val="0011149E"/>
    <w:rsid w:val="001121B6"/>
    <w:rsid w:val="0012149C"/>
    <w:rsid w:val="001240AC"/>
    <w:rsid w:val="0013131C"/>
    <w:rsid w:val="00133086"/>
    <w:rsid w:val="00133652"/>
    <w:rsid w:val="00133C15"/>
    <w:rsid w:val="001358E7"/>
    <w:rsid w:val="001408EF"/>
    <w:rsid w:val="001443FB"/>
    <w:rsid w:val="001449B5"/>
    <w:rsid w:val="00150962"/>
    <w:rsid w:val="001550DA"/>
    <w:rsid w:val="001556A4"/>
    <w:rsid w:val="001565C0"/>
    <w:rsid w:val="00156622"/>
    <w:rsid w:val="00156D4C"/>
    <w:rsid w:val="0016037C"/>
    <w:rsid w:val="0016144D"/>
    <w:rsid w:val="001676A2"/>
    <w:rsid w:val="00172A71"/>
    <w:rsid w:val="00172FC6"/>
    <w:rsid w:val="00174D5F"/>
    <w:rsid w:val="00182911"/>
    <w:rsid w:val="00182A65"/>
    <w:rsid w:val="00182D4D"/>
    <w:rsid w:val="00186AC0"/>
    <w:rsid w:val="0019094F"/>
    <w:rsid w:val="00192163"/>
    <w:rsid w:val="001926EF"/>
    <w:rsid w:val="0019505C"/>
    <w:rsid w:val="00195191"/>
    <w:rsid w:val="001A2302"/>
    <w:rsid w:val="001A3651"/>
    <w:rsid w:val="001A625F"/>
    <w:rsid w:val="001A7AC2"/>
    <w:rsid w:val="001B20D4"/>
    <w:rsid w:val="001B30B4"/>
    <w:rsid w:val="001B3D15"/>
    <w:rsid w:val="001B55A1"/>
    <w:rsid w:val="001B59BE"/>
    <w:rsid w:val="001B59D2"/>
    <w:rsid w:val="001C001E"/>
    <w:rsid w:val="001C3B3C"/>
    <w:rsid w:val="001C3FD9"/>
    <w:rsid w:val="001D0C81"/>
    <w:rsid w:val="001D1BAA"/>
    <w:rsid w:val="001D7E29"/>
    <w:rsid w:val="001E1853"/>
    <w:rsid w:val="001E3044"/>
    <w:rsid w:val="001E310F"/>
    <w:rsid w:val="001E4483"/>
    <w:rsid w:val="001E51FF"/>
    <w:rsid w:val="001E62BB"/>
    <w:rsid w:val="001E7839"/>
    <w:rsid w:val="001F650C"/>
    <w:rsid w:val="001F71E1"/>
    <w:rsid w:val="001F7D88"/>
    <w:rsid w:val="002019B3"/>
    <w:rsid w:val="0020273B"/>
    <w:rsid w:val="00202BDE"/>
    <w:rsid w:val="0020353C"/>
    <w:rsid w:val="00205AA1"/>
    <w:rsid w:val="00206E9B"/>
    <w:rsid w:val="002149F6"/>
    <w:rsid w:val="002179FB"/>
    <w:rsid w:val="002239E0"/>
    <w:rsid w:val="00223A05"/>
    <w:rsid w:val="002264D6"/>
    <w:rsid w:val="00232276"/>
    <w:rsid w:val="00233B9C"/>
    <w:rsid w:val="00237234"/>
    <w:rsid w:val="00240191"/>
    <w:rsid w:val="002415FF"/>
    <w:rsid w:val="002424F8"/>
    <w:rsid w:val="0024337F"/>
    <w:rsid w:val="002435F5"/>
    <w:rsid w:val="00243CDF"/>
    <w:rsid w:val="00245B97"/>
    <w:rsid w:val="00246EE2"/>
    <w:rsid w:val="00250278"/>
    <w:rsid w:val="00250419"/>
    <w:rsid w:val="002509EF"/>
    <w:rsid w:val="002523B6"/>
    <w:rsid w:val="00252800"/>
    <w:rsid w:val="0025287F"/>
    <w:rsid w:val="00253842"/>
    <w:rsid w:val="00255F5A"/>
    <w:rsid w:val="00260DEF"/>
    <w:rsid w:val="0026410B"/>
    <w:rsid w:val="002658A6"/>
    <w:rsid w:val="00270207"/>
    <w:rsid w:val="002707CD"/>
    <w:rsid w:val="00271DF9"/>
    <w:rsid w:val="00272EB7"/>
    <w:rsid w:val="00274B93"/>
    <w:rsid w:val="00276DEB"/>
    <w:rsid w:val="00280850"/>
    <w:rsid w:val="00283E87"/>
    <w:rsid w:val="00284707"/>
    <w:rsid w:val="00285DC3"/>
    <w:rsid w:val="002877E1"/>
    <w:rsid w:val="0029012B"/>
    <w:rsid w:val="00294A44"/>
    <w:rsid w:val="0029533E"/>
    <w:rsid w:val="00297448"/>
    <w:rsid w:val="00297477"/>
    <w:rsid w:val="002A1210"/>
    <w:rsid w:val="002A1952"/>
    <w:rsid w:val="002A4B37"/>
    <w:rsid w:val="002A503B"/>
    <w:rsid w:val="002A62EF"/>
    <w:rsid w:val="002A67AB"/>
    <w:rsid w:val="002A7C5A"/>
    <w:rsid w:val="002B10DF"/>
    <w:rsid w:val="002B2B02"/>
    <w:rsid w:val="002B34C7"/>
    <w:rsid w:val="002B47F2"/>
    <w:rsid w:val="002B4FD1"/>
    <w:rsid w:val="002B6B0C"/>
    <w:rsid w:val="002C00A1"/>
    <w:rsid w:val="002C0C58"/>
    <w:rsid w:val="002C2A32"/>
    <w:rsid w:val="002C2F17"/>
    <w:rsid w:val="002C3CB3"/>
    <w:rsid w:val="002C3F1C"/>
    <w:rsid w:val="002C4E66"/>
    <w:rsid w:val="002C7193"/>
    <w:rsid w:val="002D0930"/>
    <w:rsid w:val="002D7204"/>
    <w:rsid w:val="002E0391"/>
    <w:rsid w:val="002E1395"/>
    <w:rsid w:val="002E2A03"/>
    <w:rsid w:val="002E56D6"/>
    <w:rsid w:val="002E72A4"/>
    <w:rsid w:val="002E7F4F"/>
    <w:rsid w:val="002F2F1D"/>
    <w:rsid w:val="002F41B5"/>
    <w:rsid w:val="002F45D0"/>
    <w:rsid w:val="002F5A31"/>
    <w:rsid w:val="002F68E1"/>
    <w:rsid w:val="002F7246"/>
    <w:rsid w:val="003000FB"/>
    <w:rsid w:val="003018BD"/>
    <w:rsid w:val="003029B7"/>
    <w:rsid w:val="00310A08"/>
    <w:rsid w:val="00310FB9"/>
    <w:rsid w:val="0031110F"/>
    <w:rsid w:val="00312A16"/>
    <w:rsid w:val="00313C81"/>
    <w:rsid w:val="003141A2"/>
    <w:rsid w:val="003160E7"/>
    <w:rsid w:val="003250D3"/>
    <w:rsid w:val="003279C6"/>
    <w:rsid w:val="00330814"/>
    <w:rsid w:val="00332798"/>
    <w:rsid w:val="00332E8F"/>
    <w:rsid w:val="003443B4"/>
    <w:rsid w:val="00351436"/>
    <w:rsid w:val="003530EA"/>
    <w:rsid w:val="00355180"/>
    <w:rsid w:val="003559C9"/>
    <w:rsid w:val="00357A3F"/>
    <w:rsid w:val="00360981"/>
    <w:rsid w:val="00360D9D"/>
    <w:rsid w:val="00363692"/>
    <w:rsid w:val="00367732"/>
    <w:rsid w:val="003735D9"/>
    <w:rsid w:val="0037634A"/>
    <w:rsid w:val="00381BF6"/>
    <w:rsid w:val="00382D2D"/>
    <w:rsid w:val="00382E52"/>
    <w:rsid w:val="003834C2"/>
    <w:rsid w:val="00383528"/>
    <w:rsid w:val="00385304"/>
    <w:rsid w:val="00386984"/>
    <w:rsid w:val="00393EB0"/>
    <w:rsid w:val="00397038"/>
    <w:rsid w:val="00397957"/>
    <w:rsid w:val="003A082A"/>
    <w:rsid w:val="003A0E08"/>
    <w:rsid w:val="003A2514"/>
    <w:rsid w:val="003A293E"/>
    <w:rsid w:val="003A5E0D"/>
    <w:rsid w:val="003A7BB7"/>
    <w:rsid w:val="003B3EA5"/>
    <w:rsid w:val="003B44DF"/>
    <w:rsid w:val="003C0C79"/>
    <w:rsid w:val="003C32C6"/>
    <w:rsid w:val="003D0C03"/>
    <w:rsid w:val="003D31F2"/>
    <w:rsid w:val="003D3443"/>
    <w:rsid w:val="003D436C"/>
    <w:rsid w:val="003D67B2"/>
    <w:rsid w:val="003E170C"/>
    <w:rsid w:val="003E5FB0"/>
    <w:rsid w:val="003E67E7"/>
    <w:rsid w:val="003F058D"/>
    <w:rsid w:val="003F0DE2"/>
    <w:rsid w:val="003F1EBC"/>
    <w:rsid w:val="003F31F9"/>
    <w:rsid w:val="003F5019"/>
    <w:rsid w:val="004162F5"/>
    <w:rsid w:val="004240D2"/>
    <w:rsid w:val="004244A2"/>
    <w:rsid w:val="00426CA4"/>
    <w:rsid w:val="00431169"/>
    <w:rsid w:val="004344AA"/>
    <w:rsid w:val="00441667"/>
    <w:rsid w:val="0044515A"/>
    <w:rsid w:val="00447E3C"/>
    <w:rsid w:val="004519B6"/>
    <w:rsid w:val="00453AFE"/>
    <w:rsid w:val="00454CCB"/>
    <w:rsid w:val="0045637B"/>
    <w:rsid w:val="004605E0"/>
    <w:rsid w:val="00460F86"/>
    <w:rsid w:val="00461FCA"/>
    <w:rsid w:val="00465D0F"/>
    <w:rsid w:val="0046634B"/>
    <w:rsid w:val="0047145E"/>
    <w:rsid w:val="00476A6A"/>
    <w:rsid w:val="00476F54"/>
    <w:rsid w:val="00484F98"/>
    <w:rsid w:val="004867A7"/>
    <w:rsid w:val="0048691D"/>
    <w:rsid w:val="00487FFD"/>
    <w:rsid w:val="00490615"/>
    <w:rsid w:val="00494646"/>
    <w:rsid w:val="00497663"/>
    <w:rsid w:val="004A068F"/>
    <w:rsid w:val="004A4785"/>
    <w:rsid w:val="004B2571"/>
    <w:rsid w:val="004B2BC5"/>
    <w:rsid w:val="004B752B"/>
    <w:rsid w:val="004C1D88"/>
    <w:rsid w:val="004D0518"/>
    <w:rsid w:val="004D4CF6"/>
    <w:rsid w:val="004D57BC"/>
    <w:rsid w:val="004D6E82"/>
    <w:rsid w:val="004E22BD"/>
    <w:rsid w:val="004E79E1"/>
    <w:rsid w:val="004E7BD3"/>
    <w:rsid w:val="004F2AAD"/>
    <w:rsid w:val="004F4442"/>
    <w:rsid w:val="004F4F72"/>
    <w:rsid w:val="00501BAA"/>
    <w:rsid w:val="005052E5"/>
    <w:rsid w:val="0050542B"/>
    <w:rsid w:val="0050618D"/>
    <w:rsid w:val="00507D45"/>
    <w:rsid w:val="005136E0"/>
    <w:rsid w:val="005165B4"/>
    <w:rsid w:val="00516E2F"/>
    <w:rsid w:val="00523459"/>
    <w:rsid w:val="005235A3"/>
    <w:rsid w:val="00525009"/>
    <w:rsid w:val="0053198A"/>
    <w:rsid w:val="00534861"/>
    <w:rsid w:val="00536953"/>
    <w:rsid w:val="0054052B"/>
    <w:rsid w:val="0054325F"/>
    <w:rsid w:val="005436CB"/>
    <w:rsid w:val="00544730"/>
    <w:rsid w:val="0054511E"/>
    <w:rsid w:val="005456F0"/>
    <w:rsid w:val="00545B0E"/>
    <w:rsid w:val="00545F03"/>
    <w:rsid w:val="00547715"/>
    <w:rsid w:val="005518A6"/>
    <w:rsid w:val="00551D68"/>
    <w:rsid w:val="0055727F"/>
    <w:rsid w:val="00557CA1"/>
    <w:rsid w:val="0056006F"/>
    <w:rsid w:val="00560E66"/>
    <w:rsid w:val="0056363B"/>
    <w:rsid w:val="00565C50"/>
    <w:rsid w:val="00566CED"/>
    <w:rsid w:val="005673F0"/>
    <w:rsid w:val="005718F1"/>
    <w:rsid w:val="00571A6B"/>
    <w:rsid w:val="005774AD"/>
    <w:rsid w:val="005811C1"/>
    <w:rsid w:val="00583659"/>
    <w:rsid w:val="00584240"/>
    <w:rsid w:val="00584CFD"/>
    <w:rsid w:val="0058765D"/>
    <w:rsid w:val="00587DDA"/>
    <w:rsid w:val="00594F6B"/>
    <w:rsid w:val="0059786F"/>
    <w:rsid w:val="005A0B21"/>
    <w:rsid w:val="005A3A49"/>
    <w:rsid w:val="005A500E"/>
    <w:rsid w:val="005A68BF"/>
    <w:rsid w:val="005A74D0"/>
    <w:rsid w:val="005B5F46"/>
    <w:rsid w:val="005B7C4E"/>
    <w:rsid w:val="005C30D6"/>
    <w:rsid w:val="005C5F13"/>
    <w:rsid w:val="005C6E3C"/>
    <w:rsid w:val="005C70E1"/>
    <w:rsid w:val="005D0168"/>
    <w:rsid w:val="005D118B"/>
    <w:rsid w:val="005D530E"/>
    <w:rsid w:val="005D7052"/>
    <w:rsid w:val="005E0AD3"/>
    <w:rsid w:val="005F264C"/>
    <w:rsid w:val="005F453F"/>
    <w:rsid w:val="00606B89"/>
    <w:rsid w:val="00620079"/>
    <w:rsid w:val="00621665"/>
    <w:rsid w:val="00621A09"/>
    <w:rsid w:val="006241D6"/>
    <w:rsid w:val="00626CB1"/>
    <w:rsid w:val="00634D0F"/>
    <w:rsid w:val="00634D1F"/>
    <w:rsid w:val="00635665"/>
    <w:rsid w:val="006362F8"/>
    <w:rsid w:val="0063641C"/>
    <w:rsid w:val="006406D5"/>
    <w:rsid w:val="00643382"/>
    <w:rsid w:val="0064700C"/>
    <w:rsid w:val="00651F24"/>
    <w:rsid w:val="0065362F"/>
    <w:rsid w:val="006536F7"/>
    <w:rsid w:val="00655EF8"/>
    <w:rsid w:val="00657FBF"/>
    <w:rsid w:val="00660D41"/>
    <w:rsid w:val="00661963"/>
    <w:rsid w:val="00662348"/>
    <w:rsid w:val="00664266"/>
    <w:rsid w:val="0066564F"/>
    <w:rsid w:val="006704E2"/>
    <w:rsid w:val="00671DF2"/>
    <w:rsid w:val="00674DFA"/>
    <w:rsid w:val="006836B0"/>
    <w:rsid w:val="00684EE7"/>
    <w:rsid w:val="00684FDF"/>
    <w:rsid w:val="0068764A"/>
    <w:rsid w:val="006879DA"/>
    <w:rsid w:val="00692016"/>
    <w:rsid w:val="0069677C"/>
    <w:rsid w:val="00696ACB"/>
    <w:rsid w:val="006A7BF6"/>
    <w:rsid w:val="006B1467"/>
    <w:rsid w:val="006B1702"/>
    <w:rsid w:val="006B380E"/>
    <w:rsid w:val="006B3853"/>
    <w:rsid w:val="006B392B"/>
    <w:rsid w:val="006B5BFB"/>
    <w:rsid w:val="006C2676"/>
    <w:rsid w:val="006C4355"/>
    <w:rsid w:val="006C5DF2"/>
    <w:rsid w:val="006D1D3E"/>
    <w:rsid w:val="006D2442"/>
    <w:rsid w:val="006D36AD"/>
    <w:rsid w:val="006D4351"/>
    <w:rsid w:val="006D593B"/>
    <w:rsid w:val="006E43B3"/>
    <w:rsid w:val="006E4D11"/>
    <w:rsid w:val="006E71C3"/>
    <w:rsid w:val="006F080D"/>
    <w:rsid w:val="006F30F1"/>
    <w:rsid w:val="006F5A3B"/>
    <w:rsid w:val="006F66F1"/>
    <w:rsid w:val="00701110"/>
    <w:rsid w:val="007023F2"/>
    <w:rsid w:val="0070435D"/>
    <w:rsid w:val="00704627"/>
    <w:rsid w:val="00711A06"/>
    <w:rsid w:val="0071340C"/>
    <w:rsid w:val="007142C7"/>
    <w:rsid w:val="00717E2C"/>
    <w:rsid w:val="0072145D"/>
    <w:rsid w:val="00721F90"/>
    <w:rsid w:val="0072403C"/>
    <w:rsid w:val="00725751"/>
    <w:rsid w:val="00725FD9"/>
    <w:rsid w:val="007269A2"/>
    <w:rsid w:val="00727E30"/>
    <w:rsid w:val="00732202"/>
    <w:rsid w:val="00735CD3"/>
    <w:rsid w:val="0073786C"/>
    <w:rsid w:val="00740D0B"/>
    <w:rsid w:val="00741F61"/>
    <w:rsid w:val="00752614"/>
    <w:rsid w:val="0075473D"/>
    <w:rsid w:val="00755805"/>
    <w:rsid w:val="0075683E"/>
    <w:rsid w:val="007604D3"/>
    <w:rsid w:val="00761434"/>
    <w:rsid w:val="00761F23"/>
    <w:rsid w:val="00764F5B"/>
    <w:rsid w:val="0076753B"/>
    <w:rsid w:val="00774C11"/>
    <w:rsid w:val="00774D8C"/>
    <w:rsid w:val="00783F81"/>
    <w:rsid w:val="007860FC"/>
    <w:rsid w:val="007874F7"/>
    <w:rsid w:val="00787B58"/>
    <w:rsid w:val="00787FD2"/>
    <w:rsid w:val="00790E41"/>
    <w:rsid w:val="00792C2D"/>
    <w:rsid w:val="00792E51"/>
    <w:rsid w:val="00795CB8"/>
    <w:rsid w:val="007A51CE"/>
    <w:rsid w:val="007B4C6D"/>
    <w:rsid w:val="007B5FF0"/>
    <w:rsid w:val="007B7A5A"/>
    <w:rsid w:val="007B7F8C"/>
    <w:rsid w:val="007C3D0E"/>
    <w:rsid w:val="007C635D"/>
    <w:rsid w:val="007C6890"/>
    <w:rsid w:val="007C6E91"/>
    <w:rsid w:val="007D4885"/>
    <w:rsid w:val="007D6432"/>
    <w:rsid w:val="007D7989"/>
    <w:rsid w:val="007E5D5E"/>
    <w:rsid w:val="007F035A"/>
    <w:rsid w:val="007F083F"/>
    <w:rsid w:val="007F14E3"/>
    <w:rsid w:val="007F21D5"/>
    <w:rsid w:val="007F7923"/>
    <w:rsid w:val="00800129"/>
    <w:rsid w:val="00817FFC"/>
    <w:rsid w:val="00820F6E"/>
    <w:rsid w:val="008228D9"/>
    <w:rsid w:val="00823369"/>
    <w:rsid w:val="00824040"/>
    <w:rsid w:val="00825515"/>
    <w:rsid w:val="008276CC"/>
    <w:rsid w:val="008327B1"/>
    <w:rsid w:val="008341CB"/>
    <w:rsid w:val="008355DE"/>
    <w:rsid w:val="00835902"/>
    <w:rsid w:val="00836A73"/>
    <w:rsid w:val="00841263"/>
    <w:rsid w:val="00844899"/>
    <w:rsid w:val="0084564B"/>
    <w:rsid w:val="00846F34"/>
    <w:rsid w:val="00850379"/>
    <w:rsid w:val="0085081D"/>
    <w:rsid w:val="00850C07"/>
    <w:rsid w:val="00853009"/>
    <w:rsid w:val="0085358D"/>
    <w:rsid w:val="0085767A"/>
    <w:rsid w:val="00862A4C"/>
    <w:rsid w:val="00864647"/>
    <w:rsid w:val="00867B56"/>
    <w:rsid w:val="008717D4"/>
    <w:rsid w:val="008732EB"/>
    <w:rsid w:val="00873DD4"/>
    <w:rsid w:val="00874FAD"/>
    <w:rsid w:val="00876165"/>
    <w:rsid w:val="0087721C"/>
    <w:rsid w:val="00880802"/>
    <w:rsid w:val="00883E6C"/>
    <w:rsid w:val="008861DA"/>
    <w:rsid w:val="00887C30"/>
    <w:rsid w:val="0089094F"/>
    <w:rsid w:val="008949E6"/>
    <w:rsid w:val="008A0104"/>
    <w:rsid w:val="008A3A4E"/>
    <w:rsid w:val="008A555F"/>
    <w:rsid w:val="008B752E"/>
    <w:rsid w:val="008B7728"/>
    <w:rsid w:val="008C181A"/>
    <w:rsid w:val="008C1DE3"/>
    <w:rsid w:val="008C553C"/>
    <w:rsid w:val="008C5942"/>
    <w:rsid w:val="008D747D"/>
    <w:rsid w:val="008E125D"/>
    <w:rsid w:val="008F1161"/>
    <w:rsid w:val="008F3427"/>
    <w:rsid w:val="008F41FD"/>
    <w:rsid w:val="008F4A6B"/>
    <w:rsid w:val="008F51FE"/>
    <w:rsid w:val="008F7861"/>
    <w:rsid w:val="009000A4"/>
    <w:rsid w:val="00901D87"/>
    <w:rsid w:val="00902CD0"/>
    <w:rsid w:val="009040C7"/>
    <w:rsid w:val="0090718F"/>
    <w:rsid w:val="009100BA"/>
    <w:rsid w:val="009117CB"/>
    <w:rsid w:val="00915722"/>
    <w:rsid w:val="00924039"/>
    <w:rsid w:val="009250B5"/>
    <w:rsid w:val="00932FDB"/>
    <w:rsid w:val="00933B43"/>
    <w:rsid w:val="00933C3E"/>
    <w:rsid w:val="009346F8"/>
    <w:rsid w:val="0093496A"/>
    <w:rsid w:val="00937656"/>
    <w:rsid w:val="00947897"/>
    <w:rsid w:val="00950964"/>
    <w:rsid w:val="00952327"/>
    <w:rsid w:val="00953056"/>
    <w:rsid w:val="009530C5"/>
    <w:rsid w:val="0095471C"/>
    <w:rsid w:val="00955362"/>
    <w:rsid w:val="009564FC"/>
    <w:rsid w:val="00961FBD"/>
    <w:rsid w:val="00962564"/>
    <w:rsid w:val="00962C5A"/>
    <w:rsid w:val="00962FF4"/>
    <w:rsid w:val="00963828"/>
    <w:rsid w:val="00964406"/>
    <w:rsid w:val="00964862"/>
    <w:rsid w:val="009650E5"/>
    <w:rsid w:val="009666A8"/>
    <w:rsid w:val="00966F18"/>
    <w:rsid w:val="0097068F"/>
    <w:rsid w:val="00971DF8"/>
    <w:rsid w:val="0097341F"/>
    <w:rsid w:val="00974EF5"/>
    <w:rsid w:val="00981E33"/>
    <w:rsid w:val="00983CFC"/>
    <w:rsid w:val="009875F6"/>
    <w:rsid w:val="00991785"/>
    <w:rsid w:val="00993385"/>
    <w:rsid w:val="009A1DB1"/>
    <w:rsid w:val="009A2818"/>
    <w:rsid w:val="009A5080"/>
    <w:rsid w:val="009A5741"/>
    <w:rsid w:val="009B1BA0"/>
    <w:rsid w:val="009B2630"/>
    <w:rsid w:val="009B4BAC"/>
    <w:rsid w:val="009C04A8"/>
    <w:rsid w:val="009C53A4"/>
    <w:rsid w:val="009C631B"/>
    <w:rsid w:val="009C7116"/>
    <w:rsid w:val="009E06A9"/>
    <w:rsid w:val="009E12E6"/>
    <w:rsid w:val="009E21D0"/>
    <w:rsid w:val="009E2304"/>
    <w:rsid w:val="009E2711"/>
    <w:rsid w:val="009E4E76"/>
    <w:rsid w:val="009E5189"/>
    <w:rsid w:val="009E7011"/>
    <w:rsid w:val="009F0A64"/>
    <w:rsid w:val="009F0CBD"/>
    <w:rsid w:val="009F607B"/>
    <w:rsid w:val="009F7CB2"/>
    <w:rsid w:val="00A030DD"/>
    <w:rsid w:val="00A060BE"/>
    <w:rsid w:val="00A064AA"/>
    <w:rsid w:val="00A0724B"/>
    <w:rsid w:val="00A10A4E"/>
    <w:rsid w:val="00A1373F"/>
    <w:rsid w:val="00A15260"/>
    <w:rsid w:val="00A16885"/>
    <w:rsid w:val="00A20915"/>
    <w:rsid w:val="00A20C38"/>
    <w:rsid w:val="00A2245A"/>
    <w:rsid w:val="00A22C11"/>
    <w:rsid w:val="00A262C0"/>
    <w:rsid w:val="00A2716F"/>
    <w:rsid w:val="00A3154D"/>
    <w:rsid w:val="00A32208"/>
    <w:rsid w:val="00A33C97"/>
    <w:rsid w:val="00A3473C"/>
    <w:rsid w:val="00A36158"/>
    <w:rsid w:val="00A40CC9"/>
    <w:rsid w:val="00A40D2F"/>
    <w:rsid w:val="00A41DE1"/>
    <w:rsid w:val="00A451F9"/>
    <w:rsid w:val="00A46912"/>
    <w:rsid w:val="00A47B37"/>
    <w:rsid w:val="00A50347"/>
    <w:rsid w:val="00A55464"/>
    <w:rsid w:val="00A55ACD"/>
    <w:rsid w:val="00A61CD3"/>
    <w:rsid w:val="00A73B0F"/>
    <w:rsid w:val="00A76C79"/>
    <w:rsid w:val="00A80A59"/>
    <w:rsid w:val="00A83171"/>
    <w:rsid w:val="00A85943"/>
    <w:rsid w:val="00A86018"/>
    <w:rsid w:val="00A90CDE"/>
    <w:rsid w:val="00A90CE8"/>
    <w:rsid w:val="00A94E1E"/>
    <w:rsid w:val="00A97940"/>
    <w:rsid w:val="00AA6EA5"/>
    <w:rsid w:val="00AA7A93"/>
    <w:rsid w:val="00AB0640"/>
    <w:rsid w:val="00AB0EE8"/>
    <w:rsid w:val="00AB2306"/>
    <w:rsid w:val="00AB3123"/>
    <w:rsid w:val="00AB450F"/>
    <w:rsid w:val="00AB52F4"/>
    <w:rsid w:val="00AB6311"/>
    <w:rsid w:val="00AC200D"/>
    <w:rsid w:val="00AC22FD"/>
    <w:rsid w:val="00AC3C4F"/>
    <w:rsid w:val="00AC53E2"/>
    <w:rsid w:val="00AD01D4"/>
    <w:rsid w:val="00AD07D8"/>
    <w:rsid w:val="00AD08BE"/>
    <w:rsid w:val="00AD0A88"/>
    <w:rsid w:val="00AD431A"/>
    <w:rsid w:val="00AD4704"/>
    <w:rsid w:val="00AD61D7"/>
    <w:rsid w:val="00AD7908"/>
    <w:rsid w:val="00AE1B18"/>
    <w:rsid w:val="00AE27EB"/>
    <w:rsid w:val="00AE549D"/>
    <w:rsid w:val="00AE5F7F"/>
    <w:rsid w:val="00AE6AD2"/>
    <w:rsid w:val="00AE6ECA"/>
    <w:rsid w:val="00AF601A"/>
    <w:rsid w:val="00B00451"/>
    <w:rsid w:val="00B02CC5"/>
    <w:rsid w:val="00B133F8"/>
    <w:rsid w:val="00B1363D"/>
    <w:rsid w:val="00B2197D"/>
    <w:rsid w:val="00B25644"/>
    <w:rsid w:val="00B25C69"/>
    <w:rsid w:val="00B27292"/>
    <w:rsid w:val="00B2771C"/>
    <w:rsid w:val="00B31B37"/>
    <w:rsid w:val="00B34768"/>
    <w:rsid w:val="00B37122"/>
    <w:rsid w:val="00B4025F"/>
    <w:rsid w:val="00B41C21"/>
    <w:rsid w:val="00B45F3A"/>
    <w:rsid w:val="00B556CF"/>
    <w:rsid w:val="00B5633A"/>
    <w:rsid w:val="00B60029"/>
    <w:rsid w:val="00B60EC7"/>
    <w:rsid w:val="00B6738C"/>
    <w:rsid w:val="00B725E7"/>
    <w:rsid w:val="00B7389F"/>
    <w:rsid w:val="00B73DD0"/>
    <w:rsid w:val="00B77048"/>
    <w:rsid w:val="00B82FF8"/>
    <w:rsid w:val="00B835E1"/>
    <w:rsid w:val="00B83982"/>
    <w:rsid w:val="00B9291D"/>
    <w:rsid w:val="00B92927"/>
    <w:rsid w:val="00B929C1"/>
    <w:rsid w:val="00B93815"/>
    <w:rsid w:val="00B955A4"/>
    <w:rsid w:val="00B95A4B"/>
    <w:rsid w:val="00B95D88"/>
    <w:rsid w:val="00BA0B6B"/>
    <w:rsid w:val="00BA1D53"/>
    <w:rsid w:val="00BA37AC"/>
    <w:rsid w:val="00BA3C92"/>
    <w:rsid w:val="00BA64C2"/>
    <w:rsid w:val="00BB6E94"/>
    <w:rsid w:val="00BB7A2A"/>
    <w:rsid w:val="00BC0879"/>
    <w:rsid w:val="00BC08B9"/>
    <w:rsid w:val="00BC4DD3"/>
    <w:rsid w:val="00BD27EF"/>
    <w:rsid w:val="00BD29ED"/>
    <w:rsid w:val="00BD2DDE"/>
    <w:rsid w:val="00BE1A4B"/>
    <w:rsid w:val="00BE2CA7"/>
    <w:rsid w:val="00BE3203"/>
    <w:rsid w:val="00BE4D8D"/>
    <w:rsid w:val="00BE50F1"/>
    <w:rsid w:val="00BE530C"/>
    <w:rsid w:val="00BE6D67"/>
    <w:rsid w:val="00BE7458"/>
    <w:rsid w:val="00BF016D"/>
    <w:rsid w:val="00BF0AD5"/>
    <w:rsid w:val="00BF29A7"/>
    <w:rsid w:val="00BF2C81"/>
    <w:rsid w:val="00C00096"/>
    <w:rsid w:val="00C01E68"/>
    <w:rsid w:val="00C028AE"/>
    <w:rsid w:val="00C03DD5"/>
    <w:rsid w:val="00C0578C"/>
    <w:rsid w:val="00C10FD3"/>
    <w:rsid w:val="00C1479C"/>
    <w:rsid w:val="00C16420"/>
    <w:rsid w:val="00C16A01"/>
    <w:rsid w:val="00C17C5D"/>
    <w:rsid w:val="00C2211B"/>
    <w:rsid w:val="00C243F6"/>
    <w:rsid w:val="00C26558"/>
    <w:rsid w:val="00C3181F"/>
    <w:rsid w:val="00C31BFB"/>
    <w:rsid w:val="00C359B0"/>
    <w:rsid w:val="00C425A7"/>
    <w:rsid w:val="00C4425E"/>
    <w:rsid w:val="00C44ACD"/>
    <w:rsid w:val="00C44BBC"/>
    <w:rsid w:val="00C47702"/>
    <w:rsid w:val="00C52FEC"/>
    <w:rsid w:val="00C564C0"/>
    <w:rsid w:val="00C600B0"/>
    <w:rsid w:val="00C70318"/>
    <w:rsid w:val="00C706A6"/>
    <w:rsid w:val="00C71922"/>
    <w:rsid w:val="00C74A15"/>
    <w:rsid w:val="00C776C3"/>
    <w:rsid w:val="00C81D9F"/>
    <w:rsid w:val="00C83968"/>
    <w:rsid w:val="00C87546"/>
    <w:rsid w:val="00C9068C"/>
    <w:rsid w:val="00C92C13"/>
    <w:rsid w:val="00C940C3"/>
    <w:rsid w:val="00C9468A"/>
    <w:rsid w:val="00C94DFA"/>
    <w:rsid w:val="00C95B24"/>
    <w:rsid w:val="00CA5E82"/>
    <w:rsid w:val="00CA5EF7"/>
    <w:rsid w:val="00CB2A2F"/>
    <w:rsid w:val="00CB7A09"/>
    <w:rsid w:val="00CC0F5B"/>
    <w:rsid w:val="00CC664F"/>
    <w:rsid w:val="00CD0EDB"/>
    <w:rsid w:val="00CD5A18"/>
    <w:rsid w:val="00CE2570"/>
    <w:rsid w:val="00CE3551"/>
    <w:rsid w:val="00CE6BDB"/>
    <w:rsid w:val="00CF012E"/>
    <w:rsid w:val="00CF2AB4"/>
    <w:rsid w:val="00CF2B45"/>
    <w:rsid w:val="00CF3186"/>
    <w:rsid w:val="00CF4511"/>
    <w:rsid w:val="00CF6B25"/>
    <w:rsid w:val="00CF77F7"/>
    <w:rsid w:val="00D00FF3"/>
    <w:rsid w:val="00D02508"/>
    <w:rsid w:val="00D02936"/>
    <w:rsid w:val="00D05F13"/>
    <w:rsid w:val="00D06BEB"/>
    <w:rsid w:val="00D06E0A"/>
    <w:rsid w:val="00D106B5"/>
    <w:rsid w:val="00D11C7F"/>
    <w:rsid w:val="00D12566"/>
    <w:rsid w:val="00D14CE4"/>
    <w:rsid w:val="00D15DD5"/>
    <w:rsid w:val="00D16DD3"/>
    <w:rsid w:val="00D1724D"/>
    <w:rsid w:val="00D22A33"/>
    <w:rsid w:val="00D24795"/>
    <w:rsid w:val="00D25FB3"/>
    <w:rsid w:val="00D26691"/>
    <w:rsid w:val="00D269BA"/>
    <w:rsid w:val="00D27DA1"/>
    <w:rsid w:val="00D32BD0"/>
    <w:rsid w:val="00D352BE"/>
    <w:rsid w:val="00D367E5"/>
    <w:rsid w:val="00D41654"/>
    <w:rsid w:val="00D428F8"/>
    <w:rsid w:val="00D43221"/>
    <w:rsid w:val="00D4324F"/>
    <w:rsid w:val="00D44A37"/>
    <w:rsid w:val="00D44EE5"/>
    <w:rsid w:val="00D45210"/>
    <w:rsid w:val="00D46D9E"/>
    <w:rsid w:val="00D50F40"/>
    <w:rsid w:val="00D5188F"/>
    <w:rsid w:val="00D51EA7"/>
    <w:rsid w:val="00D522C3"/>
    <w:rsid w:val="00D534A3"/>
    <w:rsid w:val="00D607C1"/>
    <w:rsid w:val="00D61DF5"/>
    <w:rsid w:val="00D665EA"/>
    <w:rsid w:val="00D711E6"/>
    <w:rsid w:val="00D7141A"/>
    <w:rsid w:val="00D72ACF"/>
    <w:rsid w:val="00D740C0"/>
    <w:rsid w:val="00D76103"/>
    <w:rsid w:val="00D76D5D"/>
    <w:rsid w:val="00D81540"/>
    <w:rsid w:val="00D92B96"/>
    <w:rsid w:val="00D937AF"/>
    <w:rsid w:val="00D96690"/>
    <w:rsid w:val="00D96C79"/>
    <w:rsid w:val="00D97DD3"/>
    <w:rsid w:val="00DA22AA"/>
    <w:rsid w:val="00DA29E6"/>
    <w:rsid w:val="00DA3BE7"/>
    <w:rsid w:val="00DA3C9B"/>
    <w:rsid w:val="00DB004C"/>
    <w:rsid w:val="00DB1E31"/>
    <w:rsid w:val="00DB204C"/>
    <w:rsid w:val="00DB44DF"/>
    <w:rsid w:val="00DB4D01"/>
    <w:rsid w:val="00DC0D75"/>
    <w:rsid w:val="00DC3A49"/>
    <w:rsid w:val="00DD1BB0"/>
    <w:rsid w:val="00DD6214"/>
    <w:rsid w:val="00DE2E52"/>
    <w:rsid w:val="00DE4531"/>
    <w:rsid w:val="00DE4B6B"/>
    <w:rsid w:val="00DE549D"/>
    <w:rsid w:val="00DE70EF"/>
    <w:rsid w:val="00DE7FF6"/>
    <w:rsid w:val="00DF0D98"/>
    <w:rsid w:val="00DF10DF"/>
    <w:rsid w:val="00DF1AC7"/>
    <w:rsid w:val="00DF3CF4"/>
    <w:rsid w:val="00DF7D5D"/>
    <w:rsid w:val="00E041E5"/>
    <w:rsid w:val="00E05217"/>
    <w:rsid w:val="00E05A12"/>
    <w:rsid w:val="00E06534"/>
    <w:rsid w:val="00E07B6C"/>
    <w:rsid w:val="00E115DD"/>
    <w:rsid w:val="00E15EB3"/>
    <w:rsid w:val="00E163CD"/>
    <w:rsid w:val="00E173A9"/>
    <w:rsid w:val="00E17A19"/>
    <w:rsid w:val="00E17D6E"/>
    <w:rsid w:val="00E22516"/>
    <w:rsid w:val="00E24A71"/>
    <w:rsid w:val="00E257F4"/>
    <w:rsid w:val="00E266B6"/>
    <w:rsid w:val="00E368A3"/>
    <w:rsid w:val="00E403E5"/>
    <w:rsid w:val="00E418E5"/>
    <w:rsid w:val="00E43A19"/>
    <w:rsid w:val="00E45CE2"/>
    <w:rsid w:val="00E463A3"/>
    <w:rsid w:val="00E517BA"/>
    <w:rsid w:val="00E51D5A"/>
    <w:rsid w:val="00E537F3"/>
    <w:rsid w:val="00E5563C"/>
    <w:rsid w:val="00E56406"/>
    <w:rsid w:val="00E60BEB"/>
    <w:rsid w:val="00E67BA7"/>
    <w:rsid w:val="00E765CD"/>
    <w:rsid w:val="00E77A3B"/>
    <w:rsid w:val="00E833D3"/>
    <w:rsid w:val="00E86A63"/>
    <w:rsid w:val="00E90027"/>
    <w:rsid w:val="00E91ABA"/>
    <w:rsid w:val="00E92F31"/>
    <w:rsid w:val="00E94D7F"/>
    <w:rsid w:val="00E95F78"/>
    <w:rsid w:val="00EA0672"/>
    <w:rsid w:val="00EA0FFE"/>
    <w:rsid w:val="00EA27D0"/>
    <w:rsid w:val="00EA322A"/>
    <w:rsid w:val="00EA44D7"/>
    <w:rsid w:val="00EA4D8A"/>
    <w:rsid w:val="00EA65FC"/>
    <w:rsid w:val="00EB3674"/>
    <w:rsid w:val="00EB5390"/>
    <w:rsid w:val="00EB5B12"/>
    <w:rsid w:val="00EB69E6"/>
    <w:rsid w:val="00ED2482"/>
    <w:rsid w:val="00ED2E90"/>
    <w:rsid w:val="00ED4E31"/>
    <w:rsid w:val="00ED601D"/>
    <w:rsid w:val="00EE00A4"/>
    <w:rsid w:val="00EE0BBB"/>
    <w:rsid w:val="00EE0CBB"/>
    <w:rsid w:val="00EF1B85"/>
    <w:rsid w:val="00EF2B2D"/>
    <w:rsid w:val="00EF2B48"/>
    <w:rsid w:val="00EF72D9"/>
    <w:rsid w:val="00EF7BD7"/>
    <w:rsid w:val="00F01202"/>
    <w:rsid w:val="00F030B7"/>
    <w:rsid w:val="00F06172"/>
    <w:rsid w:val="00F11153"/>
    <w:rsid w:val="00F112E3"/>
    <w:rsid w:val="00F11573"/>
    <w:rsid w:val="00F12B13"/>
    <w:rsid w:val="00F12F39"/>
    <w:rsid w:val="00F155AE"/>
    <w:rsid w:val="00F21AA1"/>
    <w:rsid w:val="00F227E8"/>
    <w:rsid w:val="00F22F50"/>
    <w:rsid w:val="00F2375F"/>
    <w:rsid w:val="00F271F8"/>
    <w:rsid w:val="00F276C0"/>
    <w:rsid w:val="00F34771"/>
    <w:rsid w:val="00F451DB"/>
    <w:rsid w:val="00F45334"/>
    <w:rsid w:val="00F45A00"/>
    <w:rsid w:val="00F46F0E"/>
    <w:rsid w:val="00F472F5"/>
    <w:rsid w:val="00F5165E"/>
    <w:rsid w:val="00F52F0A"/>
    <w:rsid w:val="00F5348A"/>
    <w:rsid w:val="00F55B20"/>
    <w:rsid w:val="00F63343"/>
    <w:rsid w:val="00F65511"/>
    <w:rsid w:val="00F66CEC"/>
    <w:rsid w:val="00F81752"/>
    <w:rsid w:val="00F83B3F"/>
    <w:rsid w:val="00F85E72"/>
    <w:rsid w:val="00F91C4F"/>
    <w:rsid w:val="00F952B5"/>
    <w:rsid w:val="00FA0F5E"/>
    <w:rsid w:val="00FA114B"/>
    <w:rsid w:val="00FA2C96"/>
    <w:rsid w:val="00FA58E0"/>
    <w:rsid w:val="00FA5C55"/>
    <w:rsid w:val="00FA6708"/>
    <w:rsid w:val="00FA6BA2"/>
    <w:rsid w:val="00FB1B93"/>
    <w:rsid w:val="00FB1D8E"/>
    <w:rsid w:val="00FB41C6"/>
    <w:rsid w:val="00FB53C7"/>
    <w:rsid w:val="00FC5E1A"/>
    <w:rsid w:val="00FC6AA0"/>
    <w:rsid w:val="00FC6FEB"/>
    <w:rsid w:val="00FD057A"/>
    <w:rsid w:val="00FD0722"/>
    <w:rsid w:val="00FD2FA2"/>
    <w:rsid w:val="00FD42C9"/>
    <w:rsid w:val="00FD4C3C"/>
    <w:rsid w:val="00FD6C0D"/>
    <w:rsid w:val="00FD7FC3"/>
    <w:rsid w:val="00FE1E92"/>
    <w:rsid w:val="00FE2DEE"/>
    <w:rsid w:val="00FE43FE"/>
    <w:rsid w:val="00FE7575"/>
    <w:rsid w:val="00FF11E9"/>
    <w:rsid w:val="00FF1C99"/>
    <w:rsid w:val="00FF2412"/>
    <w:rsid w:val="00FF33FA"/>
    <w:rsid w:val="00FF6FA6"/>
    <w:rsid w:val="00FF716B"/>
    <w:rsid w:val="00FF7A54"/>
    <w:rsid w:val="02064834"/>
    <w:rsid w:val="07A637F4"/>
    <w:rsid w:val="0CBA8456"/>
    <w:rsid w:val="10AAC9E5"/>
    <w:rsid w:val="18803EEE"/>
    <w:rsid w:val="1A1EE66C"/>
    <w:rsid w:val="1DD99074"/>
    <w:rsid w:val="28655315"/>
    <w:rsid w:val="319DA9FD"/>
    <w:rsid w:val="31FD8161"/>
    <w:rsid w:val="33D3C79E"/>
    <w:rsid w:val="397F4B6E"/>
    <w:rsid w:val="3FF5E44F"/>
    <w:rsid w:val="41F431DF"/>
    <w:rsid w:val="46A84C9C"/>
    <w:rsid w:val="4A56D1ED"/>
    <w:rsid w:val="4ABA4C79"/>
    <w:rsid w:val="4BB3AC0B"/>
    <w:rsid w:val="4BD13614"/>
    <w:rsid w:val="4BD235E3"/>
    <w:rsid w:val="547FA444"/>
    <w:rsid w:val="587C006E"/>
    <w:rsid w:val="5BE83299"/>
    <w:rsid w:val="62EFB7AD"/>
    <w:rsid w:val="6A85721F"/>
    <w:rsid w:val="6D563A98"/>
    <w:rsid w:val="718B9872"/>
    <w:rsid w:val="71A9AD2A"/>
    <w:rsid w:val="779AA856"/>
    <w:rsid w:val="779F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8EBF9"/>
  <w15:docId w15:val="{10E31E13-699D-4CDD-9A09-DFD8E983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D88"/>
    <w:pPr>
      <w:spacing w:before="8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34861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bCs/>
      <w:color w:val="000000" w:themeColor="text1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34861"/>
    <w:pPr>
      <w:keepNext/>
      <w:keepLines/>
      <w:numPr>
        <w:ilvl w:val="1"/>
        <w:numId w:val="1"/>
      </w:numPr>
      <w:spacing w:before="40" w:after="120"/>
      <w:outlineLvl w:val="1"/>
    </w:pPr>
    <w:rPr>
      <w:rFonts w:eastAsiaTheme="majorEastAsia" w:cstheme="majorBidi"/>
      <w:b/>
      <w:bCs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6773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bCs/>
      <w:color w:val="1CADE4" w:themeColor="accent1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80012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80012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0012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szCs w:val="20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0012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szCs w:val="20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rsid w:val="0080012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paragraph" w:styleId="Heading9">
    <w:name w:val="heading 9"/>
    <w:basedOn w:val="Normal"/>
    <w:next w:val="Normal"/>
    <w:link w:val="Heading9Char"/>
    <w:autoRedefine/>
    <w:uiPriority w:val="9"/>
    <w:semiHidden/>
    <w:unhideWhenUsed/>
    <w:qFormat/>
    <w:rsid w:val="0080012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861"/>
    <w:rPr>
      <w:rFonts w:ascii="Times New Roman" w:eastAsiaTheme="majorEastAsia" w:hAnsi="Times New Roman" w:cstheme="majorBidi"/>
      <w:b/>
      <w:bCs/>
      <w:color w:val="000000" w:themeColor="text1"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4861"/>
    <w:rPr>
      <w:rFonts w:ascii="Times New Roman" w:eastAsiaTheme="majorEastAsia" w:hAnsi="Times New Roman" w:cstheme="majorBidi"/>
      <w:b/>
      <w:bCs/>
      <w:color w:val="000000" w:themeColor="text1"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67732"/>
    <w:rPr>
      <w:rFonts w:asciiTheme="majorHAnsi" w:eastAsiaTheme="majorEastAsia" w:hAnsiTheme="majorHAnsi" w:cstheme="majorBidi"/>
      <w:b/>
      <w:bCs/>
      <w:color w:val="1CADE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0129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0129"/>
    <w:rPr>
      <w:rFonts w:asciiTheme="majorHAnsi" w:eastAsiaTheme="majorEastAsia" w:hAnsiTheme="majorHAnsi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0129"/>
    <w:rPr>
      <w:rFonts w:asciiTheme="majorHAnsi" w:eastAsiaTheme="majorEastAsia" w:hAnsiTheme="majorHAnsi" w:cstheme="majorBidi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0129"/>
    <w:rPr>
      <w:rFonts w:asciiTheme="majorHAnsi" w:eastAsiaTheme="majorEastAsia" w:hAnsiTheme="majorHAnsi" w:cstheme="majorBidi"/>
      <w:i/>
      <w:iCs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129"/>
    <w:rPr>
      <w:rFonts w:asciiTheme="majorHAnsi" w:eastAsiaTheme="majorEastAsia" w:hAnsiTheme="majorHAnsi" w:cstheme="majorBidi"/>
      <w:caps/>
      <w:color w:val="272727" w:themeColor="text1" w:themeTint="D8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129"/>
    <w:rPr>
      <w:rFonts w:asciiTheme="majorHAnsi" w:eastAsiaTheme="majorEastAsia" w:hAnsiTheme="majorHAnsi" w:cstheme="majorBidi"/>
      <w:i/>
      <w:iCs/>
      <w:cap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6363B"/>
    <w:pPr>
      <w:spacing w:before="120" w:after="120"/>
      <w:jc w:val="center"/>
    </w:pPr>
    <w:rPr>
      <w:rFonts w:eastAsiaTheme="majorEastAsia" w:cstheme="majorBidi"/>
      <w:b/>
      <w:spacing w:val="-10"/>
      <w:kern w:val="28"/>
      <w:sz w:val="32"/>
      <w:szCs w:val="7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56363B"/>
    <w:rPr>
      <w:rFonts w:ascii="Times New Roman" w:eastAsiaTheme="majorEastAsia" w:hAnsi="Times New Roman" w:cstheme="majorBidi"/>
      <w:b/>
      <w:spacing w:val="-10"/>
      <w:kern w:val="28"/>
      <w:sz w:val="32"/>
      <w:szCs w:val="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129"/>
    <w:pPr>
      <w:numPr>
        <w:ilvl w:val="1"/>
      </w:numPr>
    </w:pPr>
    <w:rPr>
      <w:i/>
      <w:iCs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800129"/>
    <w:rPr>
      <w:i/>
      <w:iC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800129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800129"/>
    <w:rPr>
      <w:smallCaps/>
      <w:color w:val="5A5A5A" w:themeColor="text1" w:themeTint="A5"/>
    </w:rPr>
  </w:style>
  <w:style w:type="character" w:styleId="SubtleEmphasis">
    <w:name w:val="Subtle Emphasis"/>
    <w:basedOn w:val="DefaultParagraphFont"/>
    <w:uiPriority w:val="19"/>
    <w:qFormat/>
    <w:rsid w:val="00800129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800129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800129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200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00129"/>
    <w:rPr>
      <w:i/>
      <w:iCs/>
      <w:shd w:val="clear" w:color="auto" w:fill="F2F2F2" w:themeFill="background1" w:themeFillShade="F2"/>
    </w:rPr>
  </w:style>
  <w:style w:type="character" w:styleId="IntenseEmphasis">
    <w:name w:val="Intense Emphasis"/>
    <w:basedOn w:val="DefaultParagraphFont"/>
    <w:uiPriority w:val="21"/>
    <w:qFormat/>
    <w:rsid w:val="00800129"/>
    <w:rPr>
      <w:i/>
      <w:iCs/>
      <w:color w:val="1CADE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0129"/>
    <w:pPr>
      <w:pBdr>
        <w:top w:val="single" w:sz="48" w:space="1" w:color="D1EEF9" w:themeColor="accent1" w:themeTint="33"/>
        <w:left w:val="single" w:sz="48" w:space="4" w:color="D1EEF9" w:themeColor="accent1" w:themeTint="33"/>
        <w:bottom w:val="single" w:sz="48" w:space="1" w:color="D1EEF9" w:themeColor="accent1" w:themeTint="33"/>
        <w:right w:val="single" w:sz="48" w:space="4" w:color="D1EEF9" w:themeColor="accent1" w:themeTint="33"/>
      </w:pBdr>
      <w:shd w:val="clear" w:color="auto" w:fill="D1EEF9" w:themeFill="accent1" w:themeFillTint="33"/>
      <w:spacing w:before="200"/>
      <w:ind w:left="864" w:right="864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0129"/>
    <w:rPr>
      <w:i/>
      <w:iCs/>
      <w:shd w:val="clear" w:color="auto" w:fill="D1EEF9" w:themeFill="accent1" w:themeFillTint="33"/>
    </w:rPr>
  </w:style>
  <w:style w:type="paragraph" w:styleId="NoSpacing">
    <w:name w:val="No Spacing"/>
    <w:link w:val="NoSpacingChar"/>
    <w:uiPriority w:val="1"/>
    <w:qFormat/>
    <w:rsid w:val="00800129"/>
    <w:pPr>
      <w:spacing w:after="0" w:line="240" w:lineRule="auto"/>
    </w:pPr>
  </w:style>
  <w:style w:type="character" w:styleId="BookTitle">
    <w:name w:val="Book Title"/>
    <w:basedOn w:val="DefaultParagraphFont"/>
    <w:uiPriority w:val="33"/>
    <w:qFormat/>
    <w:rsid w:val="00800129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0129"/>
    <w:pPr>
      <w:spacing w:after="200"/>
    </w:pPr>
    <w:rPr>
      <w:i/>
      <w:iCs/>
      <w:szCs w:val="20"/>
    </w:rPr>
  </w:style>
  <w:style w:type="character" w:styleId="IntenseReference">
    <w:name w:val="Intense Reference"/>
    <w:basedOn w:val="DefaultParagraphFont"/>
    <w:uiPriority w:val="32"/>
    <w:qFormat/>
    <w:rsid w:val="00800129"/>
    <w:rPr>
      <w:b/>
      <w:bCs/>
      <w:smallCaps/>
      <w:color w:val="1CADE4" w:themeColor="accent1"/>
      <w:spacing w:val="5"/>
    </w:rPr>
  </w:style>
  <w:style w:type="character" w:customStyle="1" w:styleId="NoSpacingChar">
    <w:name w:val="No Spacing Char"/>
    <w:basedOn w:val="DefaultParagraphFont"/>
    <w:link w:val="NoSpacing"/>
    <w:uiPriority w:val="1"/>
    <w:rsid w:val="00800129"/>
  </w:style>
  <w:style w:type="character" w:styleId="Strong">
    <w:name w:val="Strong"/>
    <w:basedOn w:val="DefaultParagraphFont"/>
    <w:uiPriority w:val="22"/>
    <w:qFormat/>
    <w:rsid w:val="00800129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800129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45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5F3A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45F3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45F3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45F3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5F3A"/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E86A63"/>
  </w:style>
  <w:style w:type="character" w:styleId="Hyperlink">
    <w:name w:val="Hyperlink"/>
    <w:basedOn w:val="DefaultParagraphFont"/>
    <w:uiPriority w:val="99"/>
    <w:unhideWhenUsed/>
    <w:rsid w:val="00E86A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59D2"/>
    <w:rPr>
      <w:color w:val="B26B0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A555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A555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A555F"/>
    <w:pPr>
      <w:spacing w:after="100"/>
      <w:ind w:left="480"/>
    </w:pPr>
  </w:style>
  <w:style w:type="paragraph" w:styleId="NormalWeb">
    <w:name w:val="Normal (Web)"/>
    <w:basedOn w:val="Normal"/>
    <w:uiPriority w:val="99"/>
    <w:unhideWhenUsed/>
    <w:rsid w:val="003834C2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53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71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/>
    </w:pPr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F30F1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52327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2327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52327"/>
    <w:rPr>
      <w:vertAlign w:val="superscript"/>
    </w:rPr>
  </w:style>
  <w:style w:type="paragraph" w:customStyle="1" w:styleId="xl65">
    <w:name w:val="xl65"/>
    <w:basedOn w:val="Normal"/>
    <w:rsid w:val="006E4D11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en-US"/>
    </w:rPr>
  </w:style>
  <w:style w:type="paragraph" w:customStyle="1" w:styleId="xl66">
    <w:name w:val="xl66"/>
    <w:basedOn w:val="Normal"/>
    <w:rsid w:val="006E4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67">
    <w:name w:val="xl67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68">
    <w:name w:val="xl68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69">
    <w:name w:val="xl69"/>
    <w:basedOn w:val="Normal"/>
    <w:rsid w:val="006E4D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en-US"/>
    </w:rPr>
  </w:style>
  <w:style w:type="paragraph" w:customStyle="1" w:styleId="xl70">
    <w:name w:val="xl70"/>
    <w:basedOn w:val="Normal"/>
    <w:rsid w:val="006E4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1">
    <w:name w:val="xl71"/>
    <w:basedOn w:val="Normal"/>
    <w:rsid w:val="006E4D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en-US"/>
    </w:rPr>
  </w:style>
  <w:style w:type="paragraph" w:customStyle="1" w:styleId="xl72">
    <w:name w:val="xl72"/>
    <w:basedOn w:val="Normal"/>
    <w:rsid w:val="006E4D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3">
    <w:name w:val="xl73"/>
    <w:basedOn w:val="Normal"/>
    <w:rsid w:val="006E4D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4">
    <w:name w:val="xl74"/>
    <w:basedOn w:val="Normal"/>
    <w:rsid w:val="006E4D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75">
    <w:name w:val="xl75"/>
    <w:basedOn w:val="Normal"/>
    <w:rsid w:val="006E4D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6">
    <w:name w:val="xl76"/>
    <w:basedOn w:val="Normal"/>
    <w:rsid w:val="006E4D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7">
    <w:name w:val="xl77"/>
    <w:basedOn w:val="Normal"/>
    <w:rsid w:val="006E4D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8">
    <w:name w:val="xl78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79">
    <w:name w:val="xl79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80">
    <w:name w:val="xl80"/>
    <w:basedOn w:val="Normal"/>
    <w:rsid w:val="006E4D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en-US"/>
    </w:rPr>
  </w:style>
  <w:style w:type="paragraph" w:customStyle="1" w:styleId="xl81">
    <w:name w:val="xl81"/>
    <w:basedOn w:val="Normal"/>
    <w:rsid w:val="006E4D1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82">
    <w:name w:val="xl82"/>
    <w:basedOn w:val="Normal"/>
    <w:rsid w:val="006E4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83">
    <w:name w:val="xl83"/>
    <w:basedOn w:val="Normal"/>
    <w:rsid w:val="006E4D1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84">
    <w:name w:val="xl84"/>
    <w:basedOn w:val="Normal"/>
    <w:rsid w:val="006E4D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85">
    <w:name w:val="xl85"/>
    <w:basedOn w:val="Normal"/>
    <w:rsid w:val="006E4D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86">
    <w:name w:val="xl86"/>
    <w:basedOn w:val="Normal"/>
    <w:rsid w:val="006E4D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87">
    <w:name w:val="xl87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88">
    <w:name w:val="xl88"/>
    <w:basedOn w:val="Normal"/>
    <w:rsid w:val="006E4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89">
    <w:name w:val="xl89"/>
    <w:basedOn w:val="Normal"/>
    <w:rsid w:val="006E4D1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90">
    <w:name w:val="xl90"/>
    <w:basedOn w:val="Normal"/>
    <w:rsid w:val="006E4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91">
    <w:name w:val="xl91"/>
    <w:basedOn w:val="Normal"/>
    <w:rsid w:val="006E4D1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92">
    <w:name w:val="xl92"/>
    <w:basedOn w:val="Normal"/>
    <w:rsid w:val="006E4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93">
    <w:name w:val="xl93"/>
    <w:basedOn w:val="Normal"/>
    <w:rsid w:val="006E4D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94">
    <w:name w:val="xl94"/>
    <w:basedOn w:val="Normal"/>
    <w:rsid w:val="006E4D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  <w:lang w:eastAsia="en-US"/>
    </w:rPr>
  </w:style>
  <w:style w:type="paragraph" w:customStyle="1" w:styleId="xl95">
    <w:name w:val="xl95"/>
    <w:basedOn w:val="Normal"/>
    <w:rsid w:val="006E4D1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  <w:lang w:eastAsia="en-US"/>
    </w:rPr>
  </w:style>
  <w:style w:type="paragraph" w:customStyle="1" w:styleId="xl96">
    <w:name w:val="xl96"/>
    <w:basedOn w:val="Normal"/>
    <w:rsid w:val="006E4D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97">
    <w:name w:val="xl97"/>
    <w:basedOn w:val="Normal"/>
    <w:rsid w:val="006E4D1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98">
    <w:name w:val="xl98"/>
    <w:basedOn w:val="Normal"/>
    <w:rsid w:val="006E4D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99">
    <w:name w:val="xl99"/>
    <w:basedOn w:val="Normal"/>
    <w:rsid w:val="006E4D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100">
    <w:name w:val="xl100"/>
    <w:basedOn w:val="Normal"/>
    <w:rsid w:val="006E4D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xl101">
    <w:name w:val="xl101"/>
    <w:basedOn w:val="Normal"/>
    <w:rsid w:val="006E4D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en-US"/>
    </w:rPr>
  </w:style>
  <w:style w:type="paragraph" w:customStyle="1" w:styleId="Title1">
    <w:name w:val="Title1"/>
    <w:basedOn w:val="Title"/>
    <w:link w:val="titleChar0"/>
    <w:qFormat/>
    <w:rsid w:val="00534861"/>
    <w:pPr>
      <w:keepNext/>
      <w:keepLines/>
    </w:pPr>
    <w:rPr>
      <w:color w:val="000000" w:themeColor="text1"/>
      <w:lang w:eastAsia="en-US"/>
    </w:rPr>
  </w:style>
  <w:style w:type="character" w:customStyle="1" w:styleId="titleChar0">
    <w:name w:val="title Char"/>
    <w:basedOn w:val="TitleChar"/>
    <w:link w:val="Title1"/>
    <w:rsid w:val="00534861"/>
    <w:rPr>
      <w:rFonts w:ascii="Times New Roman" w:eastAsiaTheme="majorEastAsia" w:hAnsi="Times New Roman" w:cstheme="majorBidi"/>
      <w:b/>
      <w:color w:val="000000" w:themeColor="text1"/>
      <w:spacing w:val="-10"/>
      <w:kern w:val="28"/>
      <w:sz w:val="32"/>
      <w:szCs w:val="72"/>
      <w:u w:val="single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0F7447"/>
    <w:pPr>
      <w:ind w:left="360"/>
      <w:jc w:val="left"/>
    </w:pPr>
    <w:rPr>
      <w:rFonts w:eastAsia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F7447"/>
    <w:rPr>
      <w:rFonts w:ascii="Times New Roman" w:eastAsia="Times New Roman" w:hAnsi="Times New Roman" w:cs="Times New Roman"/>
      <w:sz w:val="24"/>
      <w:szCs w:val="24"/>
    </w:rPr>
  </w:style>
  <w:style w:type="table" w:customStyle="1" w:styleId="6">
    <w:name w:val="6"/>
    <w:basedOn w:val="TableNormal"/>
    <w:rsid w:val="000F7447"/>
    <w:pPr>
      <w:spacing w:after="0" w:line="240" w:lineRule="auto"/>
    </w:pPr>
    <w:rPr>
      <w:rFonts w:ascii="Calibri" w:eastAsia="Calibri" w:hAnsi="Calibri" w:cs="Calibri"/>
      <w:lang w:eastAsia="en-US"/>
    </w:rPr>
    <w:tblPr>
      <w:tblStyleRowBandSize w:val="1"/>
      <w:tblStyleColBandSize w:val="1"/>
    </w:tblPr>
  </w:style>
  <w:style w:type="table" w:customStyle="1" w:styleId="5">
    <w:name w:val="5"/>
    <w:basedOn w:val="TableNormal"/>
    <w:rsid w:val="001C001E"/>
    <w:rPr>
      <w:rFonts w:ascii="Calibri" w:eastAsia="Calibri" w:hAnsi="Calibri" w:cs="Calibri"/>
      <w:lang w:eastAsia="en-US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rsid w:val="001C001E"/>
    <w:pPr>
      <w:spacing w:after="0" w:line="240" w:lineRule="auto"/>
    </w:pPr>
    <w:rPr>
      <w:rFonts w:ascii="Calibri" w:eastAsia="Calibri" w:hAnsi="Calibri" w:cs="Calibri"/>
      <w:lang w:eastAsia="en-US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1C001E"/>
    <w:pPr>
      <w:spacing w:after="0" w:line="240" w:lineRule="auto"/>
    </w:pPr>
    <w:rPr>
      <w:rFonts w:ascii="Calibri" w:eastAsia="Calibri" w:hAnsi="Calibri" w:cs="Calibri"/>
      <w:lang w:eastAsia="en-US"/>
    </w:rPr>
    <w:tblPr>
      <w:tblStyleRowBandSize w:val="1"/>
      <w:tblStyleColBandSize w:val="1"/>
    </w:tblPr>
  </w:style>
  <w:style w:type="table" w:customStyle="1" w:styleId="2">
    <w:name w:val="2"/>
    <w:basedOn w:val="TableNormal"/>
    <w:rsid w:val="001C001E"/>
    <w:rPr>
      <w:rFonts w:ascii="Calibri" w:eastAsia="Calibri" w:hAnsi="Calibri" w:cs="Calibri"/>
      <w:lang w:eastAsia="en-US"/>
    </w:r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1">
    <w:name w:val="1"/>
    <w:basedOn w:val="TableNormal"/>
    <w:rsid w:val="001C001E"/>
    <w:rPr>
      <w:rFonts w:ascii="Calibri" w:eastAsia="Calibri" w:hAnsi="Calibri" w:cs="Calibri"/>
      <w:lang w:eastAsia="en-US"/>
    </w:r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E92F31"/>
    <w:rPr>
      <w:rFonts w:eastAsia="Times New Roman" w:cs="Times New Roman"/>
      <w:color w:val="0D0D0D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92F31"/>
    <w:rPr>
      <w:rFonts w:ascii="Times New Roman" w:eastAsia="Times New Roman" w:hAnsi="Times New Roman" w:cs="Times New Roman"/>
      <w:color w:val="0D0D0D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8F7861"/>
    <w:rPr>
      <w:i/>
    </w:rPr>
  </w:style>
  <w:style w:type="character" w:customStyle="1" w:styleId="BodyText2Char">
    <w:name w:val="Body Text 2 Char"/>
    <w:basedOn w:val="DefaultParagraphFont"/>
    <w:link w:val="BodyText2"/>
    <w:uiPriority w:val="99"/>
    <w:rsid w:val="008F7861"/>
    <w:rPr>
      <w:rFonts w:ascii="Times New Roman" w:hAnsi="Times New Roman"/>
      <w:i/>
      <w:sz w:val="24"/>
    </w:rPr>
  </w:style>
  <w:style w:type="character" w:customStyle="1" w:styleId="fontstyle01">
    <w:name w:val="fontstyle01"/>
    <w:basedOn w:val="DefaultParagraphFont"/>
    <w:rsid w:val="0073786C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table" w:styleId="ListTable6Colorful">
    <w:name w:val="List Table 6 Colorful"/>
    <w:basedOn w:val="TableNormal"/>
    <w:uiPriority w:val="51"/>
    <w:rsid w:val="00DD62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B556C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C81D9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">
    <w:name w:val="Grid Table 1 Light"/>
    <w:basedOn w:val="TableNormal"/>
    <w:uiPriority w:val="46"/>
    <w:rsid w:val="00C81D9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21">
    <w:name w:val="fontstyle21"/>
    <w:basedOn w:val="DefaultParagraphFont"/>
    <w:rsid w:val="00FD057A"/>
    <w:rPr>
      <w:rFonts w:ascii="CourierNewPS-BoldMT" w:hAnsi="CourierNewPS-BoldMT" w:hint="default"/>
      <w:b/>
      <w:bCs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DefaultParagraphFont"/>
    <w:rsid w:val="00FD057A"/>
    <w:rPr>
      <w:rFonts w:ascii="CourierNewPS-ItalicMT" w:hAnsi="CourierNewPS-ItalicMT" w:hint="default"/>
      <w:b w:val="0"/>
      <w:bCs w:val="0"/>
      <w:i/>
      <w:iCs/>
      <w:color w:val="000000"/>
      <w:sz w:val="18"/>
      <w:szCs w:val="18"/>
    </w:rPr>
  </w:style>
  <w:style w:type="table" w:styleId="PlainTable2">
    <w:name w:val="Plain Table 2"/>
    <w:basedOn w:val="TableNormal"/>
    <w:uiPriority w:val="42"/>
    <w:rsid w:val="003C32C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4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1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0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3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0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9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03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0591">
          <w:blockQuote w:val="1"/>
          <w:marLeft w:val="0"/>
          <w:marRight w:val="0"/>
          <w:marTop w:val="0"/>
          <w:marBottom w:val="150"/>
          <w:divBdr>
            <w:top w:val="none" w:sz="0" w:space="8" w:color="auto"/>
            <w:left w:val="single" w:sz="12" w:space="8" w:color="FFEB8E"/>
            <w:bottom w:val="none" w:sz="0" w:space="8" w:color="auto"/>
            <w:right w:val="none" w:sz="0" w:space="8" w:color="auto"/>
          </w:divBdr>
        </w:div>
      </w:divsChild>
    </w:div>
    <w:div w:id="937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6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8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3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5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55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8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8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9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kdohare@mail.jnu.ac.i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researchgate.net/profile/Sudhakar-K" TargetMode="External"/><Relationship Id="rId4" Type="http://schemas.openxmlformats.org/officeDocument/2006/relationships/styles" Target="styles.xml"/><Relationship Id="rId9" Type="http://schemas.openxmlformats.org/officeDocument/2006/relationships/hyperlink" Target="mailto:sudhak82_scs@jnu.ac.in/sudhkr@live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CCUSER01\AppData\Roaming\Microsoft\Templates\Spec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ndara">
      <a:majorFont>
        <a:latin typeface="Candara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B7C5F2-980E-4BDC-AE7A-1746F7B234B5}">
  <we:reference id="wa103136166" version="1.2.0.1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EA57F-50D6-4332-9CCE-01AA92283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29590-7BA3-4E37-972A-B1ACD14B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 design (blank).dotx</Template>
  <TotalTime>24709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BCCUSER01</dc:creator>
  <cp:keywords/>
  <dc:description/>
  <cp:lastModifiedBy>CERT-In</cp:lastModifiedBy>
  <cp:revision>207</cp:revision>
  <cp:lastPrinted>2021-08-30T18:01:00Z</cp:lastPrinted>
  <dcterms:created xsi:type="dcterms:W3CDTF">2021-01-16T17:39:00Z</dcterms:created>
  <dcterms:modified xsi:type="dcterms:W3CDTF">2021-10-08T15:24:00Z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TC039859479991</vt:lpwstr>
  </property>
</Properties>
</file>